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95" w:type="dxa"/>
        <w:tblInd w:w="-572" w:type="dxa"/>
        <w:tblLook w:val="04A0" w:firstRow="1" w:lastRow="0" w:firstColumn="1" w:lastColumn="0" w:noHBand="0" w:noVBand="1"/>
      </w:tblPr>
      <w:tblGrid>
        <w:gridCol w:w="1979"/>
        <w:gridCol w:w="177"/>
        <w:gridCol w:w="395"/>
        <w:gridCol w:w="2694"/>
        <w:gridCol w:w="104"/>
        <w:gridCol w:w="2306"/>
        <w:gridCol w:w="2327"/>
        <w:gridCol w:w="13"/>
      </w:tblGrid>
      <w:tr w:rsidR="004E58F8" w:rsidRPr="00D70DB2" w14:paraId="74869679" w14:textId="77777777" w:rsidTr="00970767">
        <w:tc>
          <w:tcPr>
            <w:tcW w:w="9995" w:type="dxa"/>
            <w:gridSpan w:val="8"/>
            <w:shd w:val="clear" w:color="auto" w:fill="000000" w:themeFill="text1"/>
          </w:tcPr>
          <w:p w14:paraId="6081F450" w14:textId="77777777" w:rsidR="004E58F8" w:rsidRPr="00D70DB2" w:rsidRDefault="004E58F8" w:rsidP="00D906EB">
            <w:pPr>
              <w:jc w:val="both"/>
              <w:rPr>
                <w:rFonts w:ascii="Gotham Book" w:hAnsi="Gotham Book" w:cs="Calibri Light"/>
                <w:b/>
                <w:sz w:val="20"/>
                <w:szCs w:val="20"/>
              </w:rPr>
            </w:pPr>
            <w:bookmarkStart w:id="0" w:name="_Toc26425026"/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General Information</w:t>
            </w:r>
          </w:p>
        </w:tc>
      </w:tr>
      <w:tr w:rsidR="004E58F8" w:rsidRPr="00D70DB2" w14:paraId="39B401DC" w14:textId="77777777" w:rsidTr="00970767">
        <w:trPr>
          <w:trHeight w:val="340"/>
        </w:trPr>
        <w:tc>
          <w:tcPr>
            <w:tcW w:w="1979" w:type="dxa"/>
            <w:shd w:val="clear" w:color="auto" w:fill="000000" w:themeFill="text1"/>
            <w:vAlign w:val="center"/>
          </w:tcPr>
          <w:p w14:paraId="6A4791FF" w14:textId="77777777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970767">
              <w:rPr>
                <w:rFonts w:ascii="Gotham Book" w:hAnsi="Gotham Book" w:cs="Calibri Light"/>
                <w:b/>
                <w:sz w:val="20"/>
                <w:szCs w:val="20"/>
                <w:shd w:val="clear" w:color="auto" w:fill="000000" w:themeFill="text1"/>
              </w:rPr>
              <w:t>Employee’s</w:t>
            </w: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 xml:space="preserve"> Name:</w:t>
            </w:r>
          </w:p>
        </w:tc>
        <w:tc>
          <w:tcPr>
            <w:tcW w:w="3266" w:type="dxa"/>
            <w:gridSpan w:val="3"/>
            <w:vAlign w:val="center"/>
          </w:tcPr>
          <w:p w14:paraId="56B8CF28" w14:textId="70DB253D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First:</w:t>
            </w:r>
            <w:r w:rsidR="00D318A7" w:rsidRPr="00D70DB2">
              <w:rPr>
                <w:rFonts w:ascii="Gotham Book" w:hAnsi="Gotham Book" w:cs="Calibri Ligh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750" w:type="dxa"/>
            <w:gridSpan w:val="4"/>
            <w:vAlign w:val="center"/>
          </w:tcPr>
          <w:p w14:paraId="0AF0247A" w14:textId="4CF4060E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Last:</w:t>
            </w:r>
          </w:p>
        </w:tc>
      </w:tr>
      <w:tr w:rsidR="004E58F8" w:rsidRPr="00D70DB2" w14:paraId="7303C843" w14:textId="77777777" w:rsidTr="00970767">
        <w:trPr>
          <w:gridAfter w:val="1"/>
          <w:wAfter w:w="13" w:type="dxa"/>
          <w:trHeight w:val="420"/>
        </w:trPr>
        <w:tc>
          <w:tcPr>
            <w:tcW w:w="1979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49B82ED6" w14:textId="77777777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Department:</w:t>
            </w:r>
          </w:p>
        </w:tc>
        <w:tc>
          <w:tcPr>
            <w:tcW w:w="3266" w:type="dxa"/>
            <w:gridSpan w:val="3"/>
            <w:tcBorders>
              <w:bottom w:val="single" w:sz="4" w:space="0" w:color="auto"/>
            </w:tcBorders>
            <w:vAlign w:val="center"/>
          </w:tcPr>
          <w:p w14:paraId="39E9A062" w14:textId="39B878E6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52BAA4DF" w14:textId="77777777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Managers Name:</w:t>
            </w:r>
          </w:p>
        </w:tc>
        <w:tc>
          <w:tcPr>
            <w:tcW w:w="2327" w:type="dxa"/>
            <w:tcBorders>
              <w:bottom w:val="single" w:sz="4" w:space="0" w:color="auto"/>
            </w:tcBorders>
            <w:vAlign w:val="center"/>
          </w:tcPr>
          <w:p w14:paraId="5D53CD9C" w14:textId="045D0A06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4E58F8" w:rsidRPr="00D70DB2" w14:paraId="1DE07876" w14:textId="77777777" w:rsidTr="00970767">
        <w:trPr>
          <w:gridAfter w:val="1"/>
          <w:wAfter w:w="13" w:type="dxa"/>
          <w:trHeight w:val="340"/>
        </w:trPr>
        <w:tc>
          <w:tcPr>
            <w:tcW w:w="1979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7326B670" w14:textId="77777777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Start Date</w:t>
            </w:r>
            <w:r w:rsidR="00ED396C" w:rsidRPr="00D70DB2">
              <w:rPr>
                <w:rFonts w:ascii="Gotham Book" w:hAnsi="Gotham Book" w:cs="Calibri Light"/>
                <w:b/>
                <w:sz w:val="20"/>
                <w:szCs w:val="20"/>
              </w:rPr>
              <w:t xml:space="preserve"> or NA if existing employee</w:t>
            </w: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:</w:t>
            </w:r>
          </w:p>
        </w:tc>
        <w:tc>
          <w:tcPr>
            <w:tcW w:w="3266" w:type="dxa"/>
            <w:gridSpan w:val="3"/>
            <w:tcBorders>
              <w:bottom w:val="single" w:sz="4" w:space="0" w:color="auto"/>
            </w:tcBorders>
            <w:vAlign w:val="center"/>
          </w:tcPr>
          <w:p w14:paraId="2F31C985" w14:textId="2AC79708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240CBD46" w14:textId="77777777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Location:</w:t>
            </w:r>
          </w:p>
        </w:tc>
        <w:tc>
          <w:tcPr>
            <w:tcW w:w="2327" w:type="dxa"/>
            <w:tcBorders>
              <w:bottom w:val="single" w:sz="4" w:space="0" w:color="auto"/>
            </w:tcBorders>
            <w:vAlign w:val="center"/>
          </w:tcPr>
          <w:p w14:paraId="17C5E49F" w14:textId="5DEC9BBC" w:rsidR="004E58F8" w:rsidRPr="00D70DB2" w:rsidRDefault="004E58F8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6D2EB3" w:rsidRPr="00D70DB2" w14:paraId="31208A21" w14:textId="77777777" w:rsidTr="006D2EB3">
        <w:trPr>
          <w:trHeight w:val="206"/>
        </w:trPr>
        <w:tc>
          <w:tcPr>
            <w:tcW w:w="99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A1265" w14:textId="77777777" w:rsidR="006D2EB3" w:rsidRPr="00D70DB2" w:rsidRDefault="006D2EB3" w:rsidP="000149E2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906A22" w:rsidRPr="00D70DB2" w14:paraId="205C7069" w14:textId="77777777" w:rsidTr="00970767">
        <w:trPr>
          <w:trHeight w:val="340"/>
        </w:trPr>
        <w:tc>
          <w:tcPr>
            <w:tcW w:w="9995" w:type="dxa"/>
            <w:gridSpan w:val="8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485FDADF" w14:textId="77777777" w:rsidR="00906A22" w:rsidRPr="00D70DB2" w:rsidRDefault="00906A22" w:rsidP="00906A22">
            <w:pPr>
              <w:jc w:val="both"/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Computer Hardware requirements:</w:t>
            </w:r>
            <w:r w:rsidR="00C13C32" w:rsidRPr="00D70DB2">
              <w:rPr>
                <w:rFonts w:ascii="Gotham Book" w:hAnsi="Gotham Book" w:cs="Calibri Light"/>
                <w:b/>
                <w:sz w:val="20"/>
                <w:szCs w:val="20"/>
              </w:rPr>
              <w:t xml:space="preserve"> (please circle requirements)</w:t>
            </w:r>
          </w:p>
        </w:tc>
      </w:tr>
      <w:tr w:rsidR="00DC6C25" w:rsidRPr="001E476F" w14:paraId="0A0F9AE0" w14:textId="77777777" w:rsidTr="003B4FB8">
        <w:trPr>
          <w:gridAfter w:val="1"/>
          <w:wAfter w:w="13" w:type="dxa"/>
          <w:trHeight w:val="340"/>
        </w:trPr>
        <w:tc>
          <w:tcPr>
            <w:tcW w:w="2551" w:type="dxa"/>
            <w:gridSpan w:val="3"/>
            <w:vAlign w:val="center"/>
          </w:tcPr>
          <w:p w14:paraId="155125FE" w14:textId="77777777" w:rsidR="00DC6C25" w:rsidRPr="001E476F" w:rsidRDefault="00DC6C25" w:rsidP="00DC6C25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Is this a new position?</w:t>
            </w:r>
          </w:p>
        </w:tc>
        <w:tc>
          <w:tcPr>
            <w:tcW w:w="2694" w:type="dxa"/>
            <w:vAlign w:val="center"/>
          </w:tcPr>
          <w:p w14:paraId="652B3D70" w14:textId="383844A3" w:rsidR="00DC6C25" w:rsidRPr="001E476F" w:rsidRDefault="00DC6C25" w:rsidP="00DC6C25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6E0EC6C" w14:textId="16AD1038" w:rsidR="00DC6C25" w:rsidRPr="001E476F" w:rsidRDefault="00FB5D86" w:rsidP="00DC6C25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Are access rights to be mirrored: (if so, name person to be copied)</w:t>
            </w:r>
          </w:p>
        </w:tc>
        <w:tc>
          <w:tcPr>
            <w:tcW w:w="2327" w:type="dxa"/>
            <w:vAlign w:val="center"/>
          </w:tcPr>
          <w:p w14:paraId="3DDAB2F1" w14:textId="77777777" w:rsidR="00DC6C25" w:rsidRPr="001E476F" w:rsidRDefault="00DC6C25" w:rsidP="00DC6C25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</w:tr>
      <w:tr w:rsidR="00CC12BC" w:rsidRPr="001E476F" w14:paraId="239111B9" w14:textId="77777777" w:rsidTr="003B4FB8">
        <w:trPr>
          <w:gridAfter w:val="1"/>
          <w:wAfter w:w="13" w:type="dxa"/>
          <w:trHeight w:val="340"/>
        </w:trPr>
        <w:tc>
          <w:tcPr>
            <w:tcW w:w="2551" w:type="dxa"/>
            <w:gridSpan w:val="3"/>
            <w:vAlign w:val="center"/>
          </w:tcPr>
          <w:p w14:paraId="13B53641" w14:textId="5BE2D549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Available Desktop/Laptop?</w:t>
            </w:r>
          </w:p>
        </w:tc>
        <w:tc>
          <w:tcPr>
            <w:tcW w:w="2694" w:type="dxa"/>
            <w:vAlign w:val="center"/>
          </w:tcPr>
          <w:p w14:paraId="29EF1BE7" w14:textId="0ACCA1C5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 xml:space="preserve">[Yes or </w:t>
            </w:r>
            <w:r w:rsidR="00E33139">
              <w:rPr>
                <w:rFonts w:ascii="Gotham Book" w:hAnsi="Gotham Book" w:cs="Calibri Light"/>
                <w:bCs/>
                <w:sz w:val="20"/>
                <w:szCs w:val="20"/>
              </w:rPr>
              <w:t>No</w:t>
            </w: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]</w:t>
            </w:r>
          </w:p>
        </w:tc>
        <w:tc>
          <w:tcPr>
            <w:tcW w:w="2410" w:type="dxa"/>
            <w:gridSpan w:val="2"/>
            <w:vAlign w:val="center"/>
          </w:tcPr>
          <w:p w14:paraId="550E40E9" w14:textId="255AE5CF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14:paraId="1EDD1C3D" w14:textId="61ADE180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</w:tr>
      <w:tr w:rsidR="00CC12BC" w:rsidRPr="001E476F" w14:paraId="502B2951" w14:textId="77777777" w:rsidTr="003B4FB8">
        <w:trPr>
          <w:gridAfter w:val="1"/>
          <w:wAfter w:w="13" w:type="dxa"/>
          <w:trHeight w:val="340"/>
        </w:trPr>
        <w:tc>
          <w:tcPr>
            <w:tcW w:w="2551" w:type="dxa"/>
            <w:gridSpan w:val="3"/>
            <w:vAlign w:val="center"/>
          </w:tcPr>
          <w:p w14:paraId="0F61BD94" w14:textId="28729A87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 xml:space="preserve">Monitors </w:t>
            </w:r>
            <w:r w:rsidR="00A94CF6" w:rsidRPr="001E476F">
              <w:rPr>
                <w:rFonts w:ascii="Gotham Book" w:hAnsi="Gotham Book" w:cs="Calibri Light"/>
                <w:bCs/>
                <w:sz w:val="20"/>
                <w:szCs w:val="20"/>
              </w:rPr>
              <w:t>Available?</w:t>
            </w:r>
          </w:p>
        </w:tc>
        <w:tc>
          <w:tcPr>
            <w:tcW w:w="2694" w:type="dxa"/>
            <w:vAlign w:val="center"/>
          </w:tcPr>
          <w:p w14:paraId="33B2824D" w14:textId="3D47539F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14:paraId="623D8BE7" w14:textId="76F3750C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  <w:vAlign w:val="center"/>
          </w:tcPr>
          <w:p w14:paraId="6E2D0524" w14:textId="66B0E5DB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</w:tr>
      <w:tr w:rsidR="00CC12BC" w:rsidRPr="00D70DB2" w14:paraId="121801E3" w14:textId="77777777" w:rsidTr="006D2EB3">
        <w:trPr>
          <w:trHeight w:val="340"/>
        </w:trPr>
        <w:tc>
          <w:tcPr>
            <w:tcW w:w="5245" w:type="dxa"/>
            <w:gridSpan w:val="4"/>
            <w:vAlign w:val="center"/>
          </w:tcPr>
          <w:p w14:paraId="03BB3330" w14:textId="0CFF7E3C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Printer name or locations:</w:t>
            </w:r>
          </w:p>
        </w:tc>
        <w:tc>
          <w:tcPr>
            <w:tcW w:w="4750" w:type="dxa"/>
            <w:gridSpan w:val="4"/>
            <w:vAlign w:val="center"/>
          </w:tcPr>
          <w:p w14:paraId="3FA75942" w14:textId="43E2064D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</w:tr>
      <w:tr w:rsidR="00CC12BC" w:rsidRPr="00D70DB2" w14:paraId="264D2DA8" w14:textId="77777777" w:rsidTr="006D2EB3">
        <w:trPr>
          <w:trHeight w:val="340"/>
        </w:trPr>
        <w:tc>
          <w:tcPr>
            <w:tcW w:w="5245" w:type="dxa"/>
            <w:gridSpan w:val="4"/>
            <w:vAlign w:val="center"/>
          </w:tcPr>
          <w:p w14:paraId="64B7224A" w14:textId="25B9F968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 xml:space="preserve">Mobile Phone (if M365 </w:t>
            </w:r>
            <w:r w:rsidR="00A94CF6" w:rsidRPr="001E476F">
              <w:rPr>
                <w:rFonts w:ascii="Gotham Book" w:hAnsi="Gotham Book" w:cs="Calibri Light"/>
                <w:bCs/>
                <w:sz w:val="20"/>
                <w:szCs w:val="20"/>
              </w:rPr>
              <w:t xml:space="preserve">Apps </w:t>
            </w: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to be added):</w:t>
            </w:r>
          </w:p>
        </w:tc>
        <w:tc>
          <w:tcPr>
            <w:tcW w:w="4750" w:type="dxa"/>
            <w:gridSpan w:val="4"/>
            <w:vAlign w:val="center"/>
          </w:tcPr>
          <w:p w14:paraId="60AB4A45" w14:textId="77777777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</w:tr>
      <w:tr w:rsidR="00CC12BC" w:rsidRPr="00D70DB2" w14:paraId="156524AF" w14:textId="77777777" w:rsidTr="006D2EB3">
        <w:trPr>
          <w:trHeight w:val="230"/>
        </w:trPr>
        <w:tc>
          <w:tcPr>
            <w:tcW w:w="9995" w:type="dxa"/>
            <w:gridSpan w:val="8"/>
            <w:vAlign w:val="center"/>
          </w:tcPr>
          <w:p w14:paraId="3E0D0AD3" w14:textId="77777777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CC12BC" w:rsidRPr="00D70DB2" w14:paraId="162FA0F0" w14:textId="77777777" w:rsidTr="00970767">
        <w:trPr>
          <w:trHeight w:val="340"/>
        </w:trPr>
        <w:tc>
          <w:tcPr>
            <w:tcW w:w="9995" w:type="dxa"/>
            <w:gridSpan w:val="8"/>
            <w:shd w:val="clear" w:color="auto" w:fill="000000" w:themeFill="text1"/>
            <w:vAlign w:val="center"/>
          </w:tcPr>
          <w:p w14:paraId="643D13DB" w14:textId="03999EE4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970767">
              <w:rPr>
                <w:rFonts w:ascii="Gotham Book" w:hAnsi="Gotham Book" w:cs="Calibri Light"/>
                <w:b/>
                <w:sz w:val="20"/>
                <w:szCs w:val="20"/>
                <w:shd w:val="clear" w:color="auto" w:fill="000000" w:themeFill="text1"/>
              </w:rPr>
              <w:t>Computer Software requirements</w:t>
            </w:r>
            <w:r w:rsidR="00B51821" w:rsidRPr="00970767">
              <w:rPr>
                <w:rFonts w:ascii="Gotham Book" w:hAnsi="Gotham Book" w:cs="Calibri Light"/>
                <w:b/>
                <w:sz w:val="20"/>
                <w:szCs w:val="20"/>
                <w:shd w:val="clear" w:color="auto" w:fill="000000" w:themeFill="text1"/>
              </w:rPr>
              <w:t xml:space="preserve"> if applica</w:t>
            </w:r>
            <w:r w:rsidR="005C6C15" w:rsidRPr="00970767">
              <w:rPr>
                <w:rFonts w:ascii="Gotham Book" w:hAnsi="Gotham Book" w:cs="Calibri Light"/>
                <w:b/>
                <w:sz w:val="20"/>
                <w:szCs w:val="20"/>
                <w:shd w:val="clear" w:color="auto" w:fill="000000" w:themeFill="text1"/>
              </w:rPr>
              <w:t>ble</w:t>
            </w:r>
            <w:r w:rsidRPr="00970767">
              <w:rPr>
                <w:rFonts w:ascii="Gotham Book" w:hAnsi="Gotham Book" w:cs="Calibri Light"/>
                <w:b/>
                <w:sz w:val="20"/>
                <w:szCs w:val="20"/>
                <w:shd w:val="clear" w:color="auto" w:fill="000000" w:themeFill="text1"/>
              </w:rPr>
              <w:t>: (note that licence costs may apply</w:t>
            </w: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)</w:t>
            </w:r>
          </w:p>
        </w:tc>
      </w:tr>
      <w:tr w:rsidR="00CC12BC" w:rsidRPr="00D70DB2" w14:paraId="1BBC1949" w14:textId="77777777" w:rsidTr="003B4FB8">
        <w:trPr>
          <w:trHeight w:val="340"/>
        </w:trPr>
        <w:tc>
          <w:tcPr>
            <w:tcW w:w="2156" w:type="dxa"/>
            <w:gridSpan w:val="2"/>
            <w:vAlign w:val="center"/>
          </w:tcPr>
          <w:p w14:paraId="3C3DCBA3" w14:textId="11E3F9C0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Microsoft</w:t>
            </w:r>
            <w:r w:rsidR="000537C4" w:rsidRPr="001E476F">
              <w:rPr>
                <w:rFonts w:ascii="Gotham Book" w:hAnsi="Gotham Book" w:cs="Calibri Light"/>
                <w:bCs/>
                <w:sz w:val="20"/>
                <w:szCs w:val="20"/>
              </w:rPr>
              <w:t xml:space="preserve"> </w:t>
            </w: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365</w:t>
            </w:r>
          </w:p>
        </w:tc>
        <w:tc>
          <w:tcPr>
            <w:tcW w:w="3193" w:type="dxa"/>
            <w:gridSpan w:val="3"/>
            <w:vAlign w:val="center"/>
          </w:tcPr>
          <w:p w14:paraId="29BA0BC0" w14:textId="6E6CB1B2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  <w:tc>
          <w:tcPr>
            <w:tcW w:w="2306" w:type="dxa"/>
            <w:vAlign w:val="center"/>
          </w:tcPr>
          <w:p w14:paraId="61618EED" w14:textId="774ED347" w:rsidR="00CC12BC" w:rsidRPr="001E476F" w:rsidRDefault="00724FE6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>
              <w:rPr>
                <w:rFonts w:ascii="Gotham Book" w:hAnsi="Gotham Book" w:cs="Calibri Light"/>
                <w:bCs/>
                <w:sz w:val="20"/>
                <w:szCs w:val="20"/>
              </w:rPr>
              <w:t>Adobe Acrobat</w:t>
            </w:r>
          </w:p>
        </w:tc>
        <w:tc>
          <w:tcPr>
            <w:tcW w:w="2340" w:type="dxa"/>
            <w:gridSpan w:val="2"/>
            <w:vAlign w:val="center"/>
          </w:tcPr>
          <w:p w14:paraId="76B5138E" w14:textId="24E3462D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CC12BC" w:rsidRPr="00D70DB2" w14:paraId="6B1D7804" w14:textId="77777777" w:rsidTr="003B4FB8">
        <w:trPr>
          <w:trHeight w:val="340"/>
        </w:trPr>
        <w:tc>
          <w:tcPr>
            <w:tcW w:w="2156" w:type="dxa"/>
            <w:gridSpan w:val="2"/>
            <w:vAlign w:val="center"/>
          </w:tcPr>
          <w:p w14:paraId="577D46E3" w14:textId="0D870F3C" w:rsidR="00CC12BC" w:rsidRPr="001E476F" w:rsidRDefault="005C6C15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Microsoft Power BI</w:t>
            </w:r>
          </w:p>
        </w:tc>
        <w:tc>
          <w:tcPr>
            <w:tcW w:w="3193" w:type="dxa"/>
            <w:gridSpan w:val="3"/>
            <w:vAlign w:val="center"/>
          </w:tcPr>
          <w:p w14:paraId="7C1557C4" w14:textId="41C7399E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  <w:tc>
          <w:tcPr>
            <w:tcW w:w="2306" w:type="dxa"/>
            <w:vAlign w:val="center"/>
          </w:tcPr>
          <w:p w14:paraId="59D4EA38" w14:textId="778F593D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Microsoft Project</w:t>
            </w:r>
          </w:p>
        </w:tc>
        <w:tc>
          <w:tcPr>
            <w:tcW w:w="2340" w:type="dxa"/>
            <w:gridSpan w:val="2"/>
            <w:vAlign w:val="center"/>
          </w:tcPr>
          <w:p w14:paraId="582A5576" w14:textId="77777777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CC12BC" w:rsidRPr="00D70DB2" w14:paraId="1923CDEE" w14:textId="77777777" w:rsidTr="003B4FB8">
        <w:trPr>
          <w:trHeight w:val="340"/>
        </w:trPr>
        <w:tc>
          <w:tcPr>
            <w:tcW w:w="2156" w:type="dxa"/>
            <w:gridSpan w:val="2"/>
            <w:vAlign w:val="center"/>
          </w:tcPr>
          <w:p w14:paraId="37D57050" w14:textId="57F119F1" w:rsidR="00CC12BC" w:rsidRPr="001E476F" w:rsidRDefault="008E19A8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MYOB</w:t>
            </w:r>
            <w:r w:rsidR="00724FE6">
              <w:rPr>
                <w:rFonts w:ascii="Gotham Book" w:hAnsi="Gotham Book" w:cs="Calibri Light"/>
                <w:bCs/>
                <w:sz w:val="20"/>
                <w:szCs w:val="20"/>
              </w:rPr>
              <w:t>/Other</w:t>
            </w:r>
          </w:p>
        </w:tc>
        <w:tc>
          <w:tcPr>
            <w:tcW w:w="3193" w:type="dxa"/>
            <w:gridSpan w:val="3"/>
            <w:vAlign w:val="center"/>
          </w:tcPr>
          <w:p w14:paraId="12426C3B" w14:textId="716F709C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  <w:tc>
          <w:tcPr>
            <w:tcW w:w="2306" w:type="dxa"/>
            <w:vAlign w:val="center"/>
          </w:tcPr>
          <w:p w14:paraId="193ECBA2" w14:textId="17FF2727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1916C22C" w14:textId="20598CE5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CC12BC" w:rsidRPr="00D70DB2" w14:paraId="107E602D" w14:textId="77777777" w:rsidTr="00901992">
        <w:trPr>
          <w:trHeight w:val="230"/>
        </w:trPr>
        <w:tc>
          <w:tcPr>
            <w:tcW w:w="9995" w:type="dxa"/>
            <w:gridSpan w:val="8"/>
            <w:vAlign w:val="center"/>
          </w:tcPr>
          <w:p w14:paraId="6A350E9C" w14:textId="77777777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CC12BC" w:rsidRPr="00D70DB2" w14:paraId="238DEB3C" w14:textId="77777777" w:rsidTr="00970767">
        <w:trPr>
          <w:trHeight w:val="340"/>
        </w:trPr>
        <w:tc>
          <w:tcPr>
            <w:tcW w:w="9995" w:type="dxa"/>
            <w:gridSpan w:val="8"/>
            <w:shd w:val="clear" w:color="auto" w:fill="000000" w:themeFill="text1"/>
            <w:vAlign w:val="center"/>
          </w:tcPr>
          <w:p w14:paraId="27C3F4AA" w14:textId="1EFFA25F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>
              <w:rPr>
                <w:rFonts w:ascii="Gotham Book" w:hAnsi="Gotham Book" w:cs="Calibri Light"/>
                <w:b/>
                <w:sz w:val="20"/>
                <w:szCs w:val="20"/>
              </w:rPr>
              <w:t>Other Applications (Computer or Cloud)</w:t>
            </w:r>
          </w:p>
        </w:tc>
      </w:tr>
      <w:tr w:rsidR="00CC12BC" w:rsidRPr="00D70DB2" w14:paraId="408602EB" w14:textId="77777777" w:rsidTr="003B4FB8">
        <w:trPr>
          <w:trHeight w:val="340"/>
        </w:trPr>
        <w:tc>
          <w:tcPr>
            <w:tcW w:w="2156" w:type="dxa"/>
            <w:gridSpan w:val="2"/>
            <w:vAlign w:val="center"/>
          </w:tcPr>
          <w:p w14:paraId="323A9EB4" w14:textId="0CB103F6" w:rsidR="00CC12BC" w:rsidRPr="001E476F" w:rsidRDefault="00422DED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Application Name:</w:t>
            </w:r>
          </w:p>
        </w:tc>
        <w:tc>
          <w:tcPr>
            <w:tcW w:w="3193" w:type="dxa"/>
            <w:gridSpan w:val="3"/>
            <w:vAlign w:val="center"/>
          </w:tcPr>
          <w:p w14:paraId="0DE7399C" w14:textId="551973A0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  <w:tc>
          <w:tcPr>
            <w:tcW w:w="2306" w:type="dxa"/>
            <w:vAlign w:val="center"/>
          </w:tcPr>
          <w:p w14:paraId="7A99BD75" w14:textId="6B09D755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77061CA6" w14:textId="77777777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</w:p>
        </w:tc>
      </w:tr>
      <w:tr w:rsidR="00CC12BC" w:rsidRPr="00D70DB2" w14:paraId="4CC747CF" w14:textId="77777777" w:rsidTr="006D2EB3">
        <w:trPr>
          <w:trHeight w:val="340"/>
        </w:trPr>
        <w:tc>
          <w:tcPr>
            <w:tcW w:w="9995" w:type="dxa"/>
            <w:gridSpan w:val="8"/>
            <w:vAlign w:val="center"/>
          </w:tcPr>
          <w:p w14:paraId="1E480A7E" w14:textId="77777777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CC12BC" w:rsidRPr="00D70DB2" w14:paraId="5D9297F5" w14:textId="77777777" w:rsidTr="00970767">
        <w:trPr>
          <w:trHeight w:val="340"/>
        </w:trPr>
        <w:tc>
          <w:tcPr>
            <w:tcW w:w="9995" w:type="dxa"/>
            <w:gridSpan w:val="8"/>
            <w:shd w:val="clear" w:color="auto" w:fill="000000" w:themeFill="text1"/>
            <w:vAlign w:val="center"/>
          </w:tcPr>
          <w:p w14:paraId="141AA758" w14:textId="77777777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bookmarkStart w:id="1" w:name="_Hlk144989881"/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Email Group Requirements:</w:t>
            </w:r>
          </w:p>
        </w:tc>
      </w:tr>
      <w:tr w:rsidR="00CC12BC" w:rsidRPr="00D70DB2" w14:paraId="0C24DD95" w14:textId="77777777" w:rsidTr="006D2EB3">
        <w:trPr>
          <w:trHeight w:val="340"/>
        </w:trPr>
        <w:tc>
          <w:tcPr>
            <w:tcW w:w="2156" w:type="dxa"/>
            <w:gridSpan w:val="2"/>
            <w:vAlign w:val="center"/>
          </w:tcPr>
          <w:p w14:paraId="5BDC8CA9" w14:textId="77777777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Email Group Name</w:t>
            </w:r>
          </w:p>
        </w:tc>
        <w:tc>
          <w:tcPr>
            <w:tcW w:w="7839" w:type="dxa"/>
            <w:gridSpan w:val="6"/>
            <w:vAlign w:val="center"/>
          </w:tcPr>
          <w:p w14:paraId="370D167F" w14:textId="46CAF267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CC12BC" w:rsidRPr="00D70DB2" w14:paraId="4B64E512" w14:textId="77777777" w:rsidTr="006D2EB3">
        <w:trPr>
          <w:trHeight w:val="340"/>
        </w:trPr>
        <w:tc>
          <w:tcPr>
            <w:tcW w:w="2156" w:type="dxa"/>
            <w:gridSpan w:val="2"/>
            <w:vAlign w:val="center"/>
          </w:tcPr>
          <w:p w14:paraId="7D554FA1" w14:textId="77777777" w:rsidR="00CC12BC" w:rsidRPr="001E476F" w:rsidRDefault="00CC12BC" w:rsidP="00CC12BC">
            <w:pPr>
              <w:rPr>
                <w:rFonts w:ascii="Gotham Book" w:hAnsi="Gotham Book" w:cs="Calibri Light"/>
                <w:bCs/>
                <w:sz w:val="20"/>
                <w:szCs w:val="20"/>
              </w:rPr>
            </w:pPr>
            <w:r w:rsidRPr="001E476F">
              <w:rPr>
                <w:rFonts w:ascii="Gotham Book" w:hAnsi="Gotham Book" w:cs="Calibri Light"/>
                <w:bCs/>
                <w:sz w:val="20"/>
                <w:szCs w:val="20"/>
              </w:rPr>
              <w:t>Email Group Name</w:t>
            </w:r>
          </w:p>
        </w:tc>
        <w:tc>
          <w:tcPr>
            <w:tcW w:w="7839" w:type="dxa"/>
            <w:gridSpan w:val="6"/>
            <w:vAlign w:val="center"/>
          </w:tcPr>
          <w:p w14:paraId="4CDCBDA9" w14:textId="77777777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CC12BC" w:rsidRPr="00D70DB2" w14:paraId="4764F456" w14:textId="77777777" w:rsidTr="006D2EB3">
        <w:trPr>
          <w:trHeight w:val="256"/>
        </w:trPr>
        <w:tc>
          <w:tcPr>
            <w:tcW w:w="9995" w:type="dxa"/>
            <w:gridSpan w:val="8"/>
            <w:vAlign w:val="center"/>
          </w:tcPr>
          <w:p w14:paraId="78B4B3DC" w14:textId="77777777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bookmarkEnd w:id="1"/>
      <w:tr w:rsidR="00CC12BC" w:rsidRPr="00D70DB2" w14:paraId="65C2CC9D" w14:textId="77777777" w:rsidTr="00970767">
        <w:trPr>
          <w:trHeight w:val="340"/>
        </w:trPr>
        <w:tc>
          <w:tcPr>
            <w:tcW w:w="9995" w:type="dxa"/>
            <w:gridSpan w:val="8"/>
            <w:shd w:val="clear" w:color="auto" w:fill="000000" w:themeFill="text1"/>
            <w:vAlign w:val="center"/>
          </w:tcPr>
          <w:p w14:paraId="06FE5300" w14:textId="1C4749B7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 xml:space="preserve">Access to Drives / SharePoint sites (if unknown please name the person </w:t>
            </w:r>
            <w:r>
              <w:rPr>
                <w:rFonts w:ascii="Gotham Book" w:hAnsi="Gotham Book" w:cs="Calibri Light"/>
                <w:b/>
                <w:sz w:val="20"/>
                <w:szCs w:val="20"/>
              </w:rPr>
              <w:t>to be mirrored</w:t>
            </w:r>
            <w:r w:rsidRPr="00D70DB2">
              <w:rPr>
                <w:rFonts w:ascii="Gotham Book" w:hAnsi="Gotham Book" w:cs="Calibri Light"/>
                <w:b/>
                <w:sz w:val="20"/>
                <w:szCs w:val="20"/>
              </w:rPr>
              <w:t>)</w:t>
            </w:r>
          </w:p>
        </w:tc>
      </w:tr>
      <w:tr w:rsidR="00CC12BC" w:rsidRPr="00D70DB2" w14:paraId="7612DA78" w14:textId="77777777" w:rsidTr="0061477D">
        <w:trPr>
          <w:trHeight w:val="340"/>
        </w:trPr>
        <w:tc>
          <w:tcPr>
            <w:tcW w:w="5245" w:type="dxa"/>
            <w:gridSpan w:val="4"/>
            <w:tcBorders>
              <w:bottom w:val="nil"/>
            </w:tcBorders>
            <w:vAlign w:val="center"/>
          </w:tcPr>
          <w:p w14:paraId="7D3083EA" w14:textId="3496EB6B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  <w:tc>
          <w:tcPr>
            <w:tcW w:w="4750" w:type="dxa"/>
            <w:gridSpan w:val="4"/>
            <w:tcBorders>
              <w:bottom w:val="nil"/>
            </w:tcBorders>
            <w:vAlign w:val="center"/>
          </w:tcPr>
          <w:p w14:paraId="4941A2E4" w14:textId="30D11E0C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CC12BC" w:rsidRPr="00D70DB2" w14:paraId="34C66154" w14:textId="77777777" w:rsidTr="0061477D">
        <w:trPr>
          <w:trHeight w:val="340"/>
        </w:trPr>
        <w:tc>
          <w:tcPr>
            <w:tcW w:w="5245" w:type="dxa"/>
            <w:gridSpan w:val="4"/>
            <w:tcBorders>
              <w:top w:val="nil"/>
              <w:bottom w:val="nil"/>
            </w:tcBorders>
            <w:vAlign w:val="center"/>
          </w:tcPr>
          <w:p w14:paraId="4C541F09" w14:textId="687FF8AF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  <w:tc>
          <w:tcPr>
            <w:tcW w:w="4750" w:type="dxa"/>
            <w:gridSpan w:val="4"/>
            <w:tcBorders>
              <w:top w:val="nil"/>
              <w:bottom w:val="nil"/>
            </w:tcBorders>
            <w:vAlign w:val="center"/>
          </w:tcPr>
          <w:p w14:paraId="52377668" w14:textId="09530BD6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  <w:tr w:rsidR="00CC12BC" w:rsidRPr="00D70DB2" w14:paraId="1C245D09" w14:textId="77777777" w:rsidTr="0061477D">
        <w:trPr>
          <w:trHeight w:val="340"/>
        </w:trPr>
        <w:tc>
          <w:tcPr>
            <w:tcW w:w="5245" w:type="dxa"/>
            <w:gridSpan w:val="4"/>
            <w:tcBorders>
              <w:top w:val="nil"/>
            </w:tcBorders>
            <w:vAlign w:val="center"/>
          </w:tcPr>
          <w:p w14:paraId="39909C6C" w14:textId="26D25A26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  <w:tc>
          <w:tcPr>
            <w:tcW w:w="4750" w:type="dxa"/>
            <w:gridSpan w:val="4"/>
            <w:tcBorders>
              <w:top w:val="nil"/>
            </w:tcBorders>
            <w:vAlign w:val="center"/>
          </w:tcPr>
          <w:p w14:paraId="7BCDAAF4" w14:textId="6AEF0EEB" w:rsidR="00CC12BC" w:rsidRPr="00D70DB2" w:rsidRDefault="00CC12BC" w:rsidP="00CC12BC">
            <w:pPr>
              <w:rPr>
                <w:rFonts w:ascii="Gotham Book" w:hAnsi="Gotham Book" w:cs="Calibri Light"/>
                <w:b/>
                <w:sz w:val="20"/>
                <w:szCs w:val="20"/>
              </w:rPr>
            </w:pPr>
          </w:p>
        </w:tc>
      </w:tr>
    </w:tbl>
    <w:p w14:paraId="0A97967C" w14:textId="77777777" w:rsidR="006D2EB3" w:rsidRDefault="006D2EB3" w:rsidP="00D271D7">
      <w:pPr>
        <w:jc w:val="both"/>
        <w:rPr>
          <w:rFonts w:ascii="Gotham Book" w:hAnsi="Gotham Book" w:cs="Calibri Light"/>
          <w:b/>
          <w:color w:val="FF0000"/>
          <w:sz w:val="20"/>
          <w:szCs w:val="20"/>
        </w:rPr>
      </w:pPr>
    </w:p>
    <w:p w14:paraId="345008F9" w14:textId="77777777" w:rsidR="00C3505E" w:rsidRDefault="00C3505E" w:rsidP="00D271D7">
      <w:pPr>
        <w:jc w:val="both"/>
        <w:rPr>
          <w:rFonts w:ascii="Gotham Book" w:hAnsi="Gotham Book" w:cs="Calibri Light"/>
          <w:b/>
          <w:color w:val="FF0000"/>
          <w:sz w:val="20"/>
          <w:szCs w:val="20"/>
        </w:rPr>
      </w:pPr>
    </w:p>
    <w:p w14:paraId="454DDAAD" w14:textId="77777777" w:rsidR="00C3505E" w:rsidRDefault="00C3505E" w:rsidP="00D271D7">
      <w:pPr>
        <w:jc w:val="both"/>
        <w:rPr>
          <w:rFonts w:ascii="Gotham Book" w:hAnsi="Gotham Book" w:cs="Calibri Light"/>
          <w:b/>
          <w:color w:val="FF0000"/>
          <w:sz w:val="20"/>
          <w:szCs w:val="20"/>
        </w:rPr>
      </w:pPr>
    </w:p>
    <w:p w14:paraId="26CC3F4F" w14:textId="77777777" w:rsidR="00C3505E" w:rsidRDefault="00C3505E" w:rsidP="00D271D7">
      <w:pPr>
        <w:jc w:val="both"/>
        <w:rPr>
          <w:rFonts w:ascii="Gotham Book" w:hAnsi="Gotham Book" w:cs="Calibri Light"/>
          <w:b/>
          <w:color w:val="FF0000"/>
          <w:sz w:val="20"/>
          <w:szCs w:val="20"/>
        </w:rPr>
      </w:pPr>
    </w:p>
    <w:p w14:paraId="4AEE7C38" w14:textId="77777777" w:rsidR="00C3505E" w:rsidRDefault="00C3505E" w:rsidP="00D271D7">
      <w:pPr>
        <w:jc w:val="both"/>
        <w:rPr>
          <w:rFonts w:ascii="Gotham Book" w:hAnsi="Gotham Book" w:cs="Calibri Light"/>
          <w:b/>
          <w:color w:val="FF0000"/>
          <w:sz w:val="20"/>
          <w:szCs w:val="20"/>
        </w:rPr>
      </w:pPr>
    </w:p>
    <w:bookmarkEnd w:id="0"/>
    <w:p w14:paraId="60240FDD" w14:textId="77777777" w:rsidR="00C3505E" w:rsidRDefault="00C3505E" w:rsidP="00D271D7">
      <w:pPr>
        <w:jc w:val="both"/>
        <w:rPr>
          <w:rFonts w:ascii="Gotham Book" w:hAnsi="Gotham Book" w:cs="Calibri Light"/>
          <w:b/>
          <w:color w:val="FF0000"/>
          <w:sz w:val="20"/>
          <w:szCs w:val="20"/>
        </w:rPr>
      </w:pPr>
    </w:p>
    <w:sectPr w:rsidR="00C3505E" w:rsidSect="006D2E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Fmt w:val="chicago"/>
        <w:numRestart w:val="eachSect"/>
      </w:footnotePr>
      <w:pgSz w:w="12240" w:h="15840" w:code="1"/>
      <w:pgMar w:top="908" w:right="1800" w:bottom="1440" w:left="1800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96130" w14:textId="77777777" w:rsidR="00AF7FE7" w:rsidRDefault="00AF7FE7">
      <w:r>
        <w:separator/>
      </w:r>
    </w:p>
  </w:endnote>
  <w:endnote w:type="continuationSeparator" w:id="0">
    <w:p w14:paraId="5ABF807F" w14:textId="77777777" w:rsidR="00AF7FE7" w:rsidRDefault="00AF7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Gotham Book">
    <w:altName w:val="Calibri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2A3FD" w14:textId="77777777" w:rsidR="00EA14A8" w:rsidRDefault="00EA14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A6AAA" w14:textId="2E095B3D" w:rsidR="004059B8" w:rsidRPr="00970767" w:rsidRDefault="00970767" w:rsidP="00970767">
    <w:pPr>
      <w:pStyle w:val="Footer"/>
      <w:ind w:left="-567"/>
      <w:jc w:val="both"/>
      <w:rPr>
        <w:rFonts w:ascii="Segoe UI" w:hAnsi="Segoe UI" w:cs="Segoe UI"/>
        <w:color w:val="808080"/>
        <w:sz w:val="16"/>
        <w:szCs w:val="16"/>
      </w:rPr>
    </w:pPr>
    <w:r w:rsidRPr="00970767">
      <w:rPr>
        <w:rFonts w:ascii="Segoe UI" w:hAnsi="Segoe UI" w:cs="Segoe UI"/>
        <w:color w:val="808080"/>
        <w:sz w:val="16"/>
        <w:szCs w:val="16"/>
      </w:rPr>
      <w:t>ICT new user form</w:t>
    </w:r>
  </w:p>
  <w:p w14:paraId="2CCABD52" w14:textId="77777777" w:rsidR="004059B8" w:rsidRPr="007B2D8F" w:rsidRDefault="004059B8">
    <w:pPr>
      <w:pStyle w:val="Footer"/>
      <w:rPr>
        <w:rFonts w:ascii="Verdana" w:hAnsi="Verdana"/>
        <w:color w:val="808080"/>
        <w:sz w:val="16"/>
        <w:szCs w:val="16"/>
      </w:rPr>
    </w:pPr>
  </w:p>
  <w:p w14:paraId="78CDCA27" w14:textId="77777777" w:rsidR="004059B8" w:rsidRPr="007B2D8F" w:rsidRDefault="004059B8">
    <w:pPr>
      <w:pStyle w:val="Footer"/>
      <w:rPr>
        <w:color w:val="808080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86DF8" w14:textId="77777777" w:rsidR="004059B8" w:rsidRDefault="004059B8" w:rsidP="002558BA">
    <w:pPr>
      <w:pStyle w:val="Footer"/>
      <w:tabs>
        <w:tab w:val="clear" w:pos="4320"/>
        <w:tab w:val="center" w:pos="3060"/>
      </w:tabs>
      <w:rPr>
        <w:rFonts w:ascii="Verdana" w:hAnsi="Verdana"/>
        <w:sz w:val="16"/>
        <w:szCs w:val="16"/>
      </w:rPr>
    </w:pPr>
  </w:p>
  <w:p w14:paraId="41EF8BED" w14:textId="77777777" w:rsidR="004059B8" w:rsidRDefault="004059B8" w:rsidP="004A109F">
    <w:pPr>
      <w:pStyle w:val="Footer"/>
      <w:tabs>
        <w:tab w:val="clear" w:pos="4320"/>
        <w:tab w:val="center" w:pos="3060"/>
      </w:tabs>
      <w:jc w:val="right"/>
      <w:rPr>
        <w:rFonts w:ascii="Verdana" w:hAnsi="Verdana"/>
        <w:sz w:val="16"/>
        <w:szCs w:val="16"/>
      </w:rPr>
    </w:pPr>
  </w:p>
  <w:p w14:paraId="1DD7CBDB" w14:textId="77777777" w:rsidR="004059B8" w:rsidRDefault="004059B8" w:rsidP="00B77A27">
    <w:pPr>
      <w:pStyle w:val="Footer"/>
      <w:tabs>
        <w:tab w:val="clear" w:pos="4320"/>
        <w:tab w:val="center" w:pos="3060"/>
      </w:tabs>
      <w:rPr>
        <w:rFonts w:ascii="Verdana" w:hAnsi="Verdana"/>
        <w:sz w:val="16"/>
        <w:szCs w:val="16"/>
      </w:rPr>
    </w:pPr>
  </w:p>
  <w:p w14:paraId="7AB45258" w14:textId="77777777" w:rsidR="004059B8" w:rsidRDefault="004059B8" w:rsidP="00B77A27">
    <w:pPr>
      <w:pStyle w:val="Footer"/>
      <w:tabs>
        <w:tab w:val="clear" w:pos="4320"/>
        <w:tab w:val="center" w:pos="3060"/>
      </w:tabs>
      <w:rPr>
        <w:rFonts w:ascii="Verdana" w:hAnsi="Verdana"/>
        <w:sz w:val="16"/>
        <w:szCs w:val="16"/>
      </w:rPr>
    </w:pPr>
  </w:p>
  <w:p w14:paraId="72C7E63D" w14:textId="77777777" w:rsidR="004059B8" w:rsidRDefault="004059B8" w:rsidP="00B77A27">
    <w:pPr>
      <w:pStyle w:val="Footer"/>
      <w:tabs>
        <w:tab w:val="clear" w:pos="4320"/>
        <w:tab w:val="center" w:pos="3060"/>
      </w:tabs>
      <w:rPr>
        <w:rFonts w:ascii="Verdana" w:hAnsi="Verdana"/>
        <w:sz w:val="16"/>
        <w:szCs w:val="16"/>
      </w:rPr>
    </w:pPr>
  </w:p>
  <w:p w14:paraId="79D89E21" w14:textId="77777777" w:rsidR="004059B8" w:rsidRPr="00B77A27" w:rsidRDefault="004059B8" w:rsidP="00B77A27">
    <w:pPr>
      <w:pStyle w:val="Footer"/>
      <w:tabs>
        <w:tab w:val="clear" w:pos="4320"/>
        <w:tab w:val="center" w:pos="3060"/>
      </w:tabs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739F8" w14:textId="77777777" w:rsidR="00AF7FE7" w:rsidRDefault="00AF7FE7">
      <w:r>
        <w:separator/>
      </w:r>
    </w:p>
  </w:footnote>
  <w:footnote w:type="continuationSeparator" w:id="0">
    <w:p w14:paraId="17AD6CF0" w14:textId="77777777" w:rsidR="00AF7FE7" w:rsidRDefault="00AF7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06AAB" w14:textId="77777777" w:rsidR="00EA14A8" w:rsidRDefault="00EA14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0D0A1" w14:textId="77777777" w:rsidR="0003685D" w:rsidRPr="0003685D" w:rsidRDefault="00F17DB1" w:rsidP="0003685D">
    <w:pPr>
      <w:autoSpaceDE w:val="0"/>
      <w:autoSpaceDN w:val="0"/>
      <w:adjustRightInd w:val="0"/>
      <w:rPr>
        <w:rFonts w:ascii="Segoe UI" w:hAnsi="Segoe UI" w:cs="Segoe UI"/>
        <w:b/>
        <w:bCs/>
        <w:sz w:val="14"/>
        <w:szCs w:val="14"/>
        <w:lang w:eastAsia="en-AU"/>
      </w:rPr>
    </w:pPr>
    <w:r w:rsidRPr="0003685D">
      <w:rPr>
        <w:rFonts w:ascii="Segoe UI" w:hAnsi="Segoe UI" w:cs="Segoe UI"/>
        <w:b/>
        <w:bCs/>
        <w:noProof/>
        <w:sz w:val="14"/>
        <w:szCs w:val="14"/>
        <w:lang w:eastAsia="en-AU"/>
      </w:rPr>
      <w:t xml:space="preserve"> </w:t>
    </w:r>
    <w:r w:rsidR="004E58F8" w:rsidRPr="0003685D">
      <w:rPr>
        <w:rFonts w:ascii="Segoe UI" w:hAnsi="Segoe UI" w:cs="Segoe UI"/>
        <w:b/>
        <w:bCs/>
        <w:noProof/>
        <w:sz w:val="14"/>
        <w:szCs w:val="14"/>
        <w:lang w:eastAsia="en-AU"/>
      </w:rPr>
      <w:ptab w:relativeTo="margin" w:alignment="right" w:leader="none"/>
    </w:r>
  </w:p>
  <w:p w14:paraId="36F935C5" w14:textId="28C5983C" w:rsidR="004059B8" w:rsidRPr="0003685D" w:rsidRDefault="00EA14A8" w:rsidP="0003685D">
    <w:pPr>
      <w:autoSpaceDE w:val="0"/>
      <w:autoSpaceDN w:val="0"/>
      <w:adjustRightInd w:val="0"/>
      <w:ind w:left="-567"/>
      <w:rPr>
        <w:rFonts w:ascii="Segoe UI" w:hAnsi="Segoe UI" w:cs="Segoe UI"/>
        <w:b/>
        <w:bCs/>
        <w:sz w:val="14"/>
        <w:szCs w:val="14"/>
        <w:lang w:eastAsia="en-AU"/>
      </w:rPr>
    </w:pPr>
    <w:r>
      <w:rPr>
        <w:rFonts w:ascii="Segoe UI" w:hAnsi="Segoe UI" w:cs="Segoe UI"/>
        <w:b/>
        <w:bCs/>
        <w:color w:val="000000" w:themeColor="text1"/>
        <w:sz w:val="28"/>
        <w:lang w:eastAsia="en-AU"/>
      </w:rPr>
      <w:t>ICT new user f</w:t>
    </w:r>
    <w:r w:rsidR="004059B8" w:rsidRPr="0003685D">
      <w:rPr>
        <w:rFonts w:ascii="Segoe UI" w:hAnsi="Segoe UI" w:cs="Segoe UI"/>
        <w:b/>
        <w:bCs/>
        <w:color w:val="000000" w:themeColor="text1"/>
        <w:sz w:val="28"/>
        <w:lang w:eastAsia="en-AU"/>
      </w:rPr>
      <w:t>orm</w:t>
    </w:r>
  </w:p>
  <w:p w14:paraId="11908E80" w14:textId="77777777" w:rsidR="004059B8" w:rsidRPr="0003685D" w:rsidRDefault="004059B8" w:rsidP="0003685D">
    <w:pPr>
      <w:pStyle w:val="Header"/>
      <w:rPr>
        <w:rFonts w:ascii="Segoe UI" w:hAnsi="Segoe UI" w:cs="Segoe UI"/>
        <w:color w:val="80808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DF98A" w14:textId="77777777" w:rsidR="00EA14A8" w:rsidRDefault="00EA14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6DC50F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78560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426E4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FB482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80CB1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3ED62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BE917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ED43B3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1899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54B9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393BAC"/>
    <w:multiLevelType w:val="multilevel"/>
    <w:tmpl w:val="C428E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2134C3"/>
    <w:multiLevelType w:val="hybridMultilevel"/>
    <w:tmpl w:val="3FD40966"/>
    <w:lvl w:ilvl="0" w:tplc="86A0282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70ADD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284C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982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D0EF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9883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34A3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ACE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546F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100CFA"/>
    <w:multiLevelType w:val="hybridMultilevel"/>
    <w:tmpl w:val="283CC846"/>
    <w:lvl w:ilvl="0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F54A62"/>
    <w:multiLevelType w:val="hybridMultilevel"/>
    <w:tmpl w:val="8A3EE08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E075C8"/>
    <w:multiLevelType w:val="hybridMultilevel"/>
    <w:tmpl w:val="B63A5CE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A2492"/>
    <w:multiLevelType w:val="hybridMultilevel"/>
    <w:tmpl w:val="51E08846"/>
    <w:lvl w:ilvl="0" w:tplc="234A211C">
      <w:start w:val="1"/>
      <w:numFmt w:val="bullet"/>
      <w:lvlText w:val=""/>
      <w:lvlJc w:val="left"/>
      <w:pPr>
        <w:ind w:left="2771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6" w15:restartNumberingAfterBreak="0">
    <w:nsid w:val="59427039"/>
    <w:multiLevelType w:val="multilevel"/>
    <w:tmpl w:val="8C0E86F4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0794088"/>
    <w:multiLevelType w:val="hybridMultilevel"/>
    <w:tmpl w:val="C428EC7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F97D13"/>
    <w:multiLevelType w:val="multilevel"/>
    <w:tmpl w:val="0C090027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  <w:b/>
        <w:color w:val="000080"/>
        <w:sz w:val="20"/>
        <w:szCs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  <w:b/>
        <w:i w:val="0"/>
        <w:caps w:val="0"/>
        <w:strike w:val="0"/>
        <w:dstrike w:val="0"/>
        <w:vanish w:val="0"/>
        <w:color w:val="000080"/>
        <w:sz w:val="20"/>
        <w:szCs w:val="20"/>
        <w:vertAlign w:val="baseline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9" w15:restartNumberingAfterBreak="0">
    <w:nsid w:val="72103169"/>
    <w:multiLevelType w:val="hybridMultilevel"/>
    <w:tmpl w:val="74FAFFC2"/>
    <w:lvl w:ilvl="0" w:tplc="FA067E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DD7C03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25418217">
    <w:abstractNumId w:val="9"/>
  </w:num>
  <w:num w:numId="2" w16cid:durableId="673725513">
    <w:abstractNumId w:val="7"/>
  </w:num>
  <w:num w:numId="3" w16cid:durableId="949119184">
    <w:abstractNumId w:val="6"/>
  </w:num>
  <w:num w:numId="4" w16cid:durableId="1395006236">
    <w:abstractNumId w:val="5"/>
  </w:num>
  <w:num w:numId="5" w16cid:durableId="298458095">
    <w:abstractNumId w:val="4"/>
  </w:num>
  <w:num w:numId="6" w16cid:durableId="638727923">
    <w:abstractNumId w:val="8"/>
  </w:num>
  <w:num w:numId="7" w16cid:durableId="1056587219">
    <w:abstractNumId w:val="3"/>
  </w:num>
  <w:num w:numId="8" w16cid:durableId="1440878890">
    <w:abstractNumId w:val="2"/>
  </w:num>
  <w:num w:numId="9" w16cid:durableId="1180853087">
    <w:abstractNumId w:val="1"/>
  </w:num>
  <w:num w:numId="10" w16cid:durableId="1703358380">
    <w:abstractNumId w:val="0"/>
  </w:num>
  <w:num w:numId="11" w16cid:durableId="1532844521">
    <w:abstractNumId w:val="18"/>
  </w:num>
  <w:num w:numId="12" w16cid:durableId="1774812933">
    <w:abstractNumId w:val="11"/>
  </w:num>
  <w:num w:numId="13" w16cid:durableId="840854383">
    <w:abstractNumId w:val="16"/>
  </w:num>
  <w:num w:numId="14" w16cid:durableId="1345131260">
    <w:abstractNumId w:val="20"/>
  </w:num>
  <w:num w:numId="15" w16cid:durableId="978607624">
    <w:abstractNumId w:val="17"/>
  </w:num>
  <w:num w:numId="16" w16cid:durableId="1776363303">
    <w:abstractNumId w:val="10"/>
  </w:num>
  <w:num w:numId="17" w16cid:durableId="235483421">
    <w:abstractNumId w:val="13"/>
  </w:num>
  <w:num w:numId="18" w16cid:durableId="883951910">
    <w:abstractNumId w:val="14"/>
  </w:num>
  <w:num w:numId="19" w16cid:durableId="2135251845">
    <w:abstractNumId w:val="12"/>
  </w:num>
  <w:num w:numId="20" w16cid:durableId="1413549164">
    <w:abstractNumId w:val="15"/>
  </w:num>
  <w:num w:numId="21" w16cid:durableId="1827548392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5" w:nlCheck="1" w:checkStyle="1"/>
  <w:activeWritingStyle w:appName="MSWord" w:lang="en-US" w:vendorID="64" w:dllVersion="5" w:nlCheck="1" w:checkStyle="1"/>
  <w:activeWritingStyle w:appName="MSWord" w:lang="en-GB" w:vendorID="64" w:dllVersion="6" w:nlCheck="1" w:checkStyle="0"/>
  <w:activeWritingStyle w:appName="MSWord" w:lang="en-AU" w:vendorID="64" w:dllVersion="4096" w:nlCheck="1" w:checkStyle="0"/>
  <w:activeWritingStyle w:appName="MSWord" w:lang="en-AU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noPunctuationKerning/>
  <w:characterSpacingControl w:val="doNotCompress"/>
  <w:hdrShapeDefaults>
    <o:shapedefaults v:ext="edit" spidmax="2050">
      <o:colormru v:ext="edit" colors="#755a15"/>
    </o:shapedefaults>
  </w:hdrShapeDefaults>
  <w:footnotePr>
    <w:pos w:val="beneathText"/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8A7"/>
    <w:rsid w:val="00001814"/>
    <w:rsid w:val="00010392"/>
    <w:rsid w:val="00013EC0"/>
    <w:rsid w:val="000141E7"/>
    <w:rsid w:val="000149E2"/>
    <w:rsid w:val="00014A84"/>
    <w:rsid w:val="0002058A"/>
    <w:rsid w:val="0002091E"/>
    <w:rsid w:val="00025C30"/>
    <w:rsid w:val="00034B3D"/>
    <w:rsid w:val="0003685D"/>
    <w:rsid w:val="000440C6"/>
    <w:rsid w:val="00051601"/>
    <w:rsid w:val="000537C4"/>
    <w:rsid w:val="0006372F"/>
    <w:rsid w:val="000638F2"/>
    <w:rsid w:val="00065C88"/>
    <w:rsid w:val="000749C2"/>
    <w:rsid w:val="00075D88"/>
    <w:rsid w:val="00081A38"/>
    <w:rsid w:val="00083B28"/>
    <w:rsid w:val="00084F84"/>
    <w:rsid w:val="00085D8C"/>
    <w:rsid w:val="00097E66"/>
    <w:rsid w:val="000A0E00"/>
    <w:rsid w:val="000A6FA3"/>
    <w:rsid w:val="000A78E4"/>
    <w:rsid w:val="000B1008"/>
    <w:rsid w:val="000C2085"/>
    <w:rsid w:val="000C3A94"/>
    <w:rsid w:val="000C3FD7"/>
    <w:rsid w:val="000D68B9"/>
    <w:rsid w:val="000E097B"/>
    <w:rsid w:val="000F2734"/>
    <w:rsid w:val="000F307E"/>
    <w:rsid w:val="00106CC4"/>
    <w:rsid w:val="00106D33"/>
    <w:rsid w:val="00111A06"/>
    <w:rsid w:val="001243FD"/>
    <w:rsid w:val="001300E2"/>
    <w:rsid w:val="001342AD"/>
    <w:rsid w:val="00150DA0"/>
    <w:rsid w:val="001617FB"/>
    <w:rsid w:val="00162161"/>
    <w:rsid w:val="00167793"/>
    <w:rsid w:val="00173C96"/>
    <w:rsid w:val="0017520E"/>
    <w:rsid w:val="00190456"/>
    <w:rsid w:val="001A0779"/>
    <w:rsid w:val="001A321C"/>
    <w:rsid w:val="001A35FB"/>
    <w:rsid w:val="001A7CA4"/>
    <w:rsid w:val="001C1FE6"/>
    <w:rsid w:val="001C4259"/>
    <w:rsid w:val="001D19A0"/>
    <w:rsid w:val="001D3626"/>
    <w:rsid w:val="001D5091"/>
    <w:rsid w:val="001D509E"/>
    <w:rsid w:val="001E060B"/>
    <w:rsid w:val="001E476F"/>
    <w:rsid w:val="001E69E8"/>
    <w:rsid w:val="001F18EC"/>
    <w:rsid w:val="001F2E8B"/>
    <w:rsid w:val="001F3AFB"/>
    <w:rsid w:val="001F672B"/>
    <w:rsid w:val="001F7432"/>
    <w:rsid w:val="00200FD2"/>
    <w:rsid w:val="00213CE3"/>
    <w:rsid w:val="00223A75"/>
    <w:rsid w:val="00223AB7"/>
    <w:rsid w:val="00226AB5"/>
    <w:rsid w:val="00230FC2"/>
    <w:rsid w:val="002319BE"/>
    <w:rsid w:val="002339D6"/>
    <w:rsid w:val="00233BF1"/>
    <w:rsid w:val="002428E3"/>
    <w:rsid w:val="00242DCC"/>
    <w:rsid w:val="00246BE1"/>
    <w:rsid w:val="002558BA"/>
    <w:rsid w:val="00261C72"/>
    <w:rsid w:val="00265744"/>
    <w:rsid w:val="002732C7"/>
    <w:rsid w:val="00291562"/>
    <w:rsid w:val="0029777B"/>
    <w:rsid w:val="002B3E67"/>
    <w:rsid w:val="002B57E5"/>
    <w:rsid w:val="002B737D"/>
    <w:rsid w:val="002C0913"/>
    <w:rsid w:val="002E39C7"/>
    <w:rsid w:val="002E729E"/>
    <w:rsid w:val="002F2807"/>
    <w:rsid w:val="00305BED"/>
    <w:rsid w:val="00307D88"/>
    <w:rsid w:val="00340951"/>
    <w:rsid w:val="003427DC"/>
    <w:rsid w:val="00343C64"/>
    <w:rsid w:val="00346E7B"/>
    <w:rsid w:val="00356C82"/>
    <w:rsid w:val="00357DFD"/>
    <w:rsid w:val="00365E09"/>
    <w:rsid w:val="00384D04"/>
    <w:rsid w:val="00395C61"/>
    <w:rsid w:val="00396464"/>
    <w:rsid w:val="003A0A32"/>
    <w:rsid w:val="003A0A97"/>
    <w:rsid w:val="003B4FB8"/>
    <w:rsid w:val="003B77DF"/>
    <w:rsid w:val="003C6AF8"/>
    <w:rsid w:val="003C77D8"/>
    <w:rsid w:val="003D1DDE"/>
    <w:rsid w:val="003E225F"/>
    <w:rsid w:val="003E6AFA"/>
    <w:rsid w:val="00400169"/>
    <w:rsid w:val="00403FFA"/>
    <w:rsid w:val="004059B8"/>
    <w:rsid w:val="00417A4B"/>
    <w:rsid w:val="00420506"/>
    <w:rsid w:val="00422DED"/>
    <w:rsid w:val="00423456"/>
    <w:rsid w:val="004426E3"/>
    <w:rsid w:val="00442D5C"/>
    <w:rsid w:val="00451165"/>
    <w:rsid w:val="0045296C"/>
    <w:rsid w:val="0045332D"/>
    <w:rsid w:val="00453782"/>
    <w:rsid w:val="004605C7"/>
    <w:rsid w:val="00463F3F"/>
    <w:rsid w:val="004665EA"/>
    <w:rsid w:val="00467215"/>
    <w:rsid w:val="0047015C"/>
    <w:rsid w:val="00481299"/>
    <w:rsid w:val="00487BA4"/>
    <w:rsid w:val="004971FA"/>
    <w:rsid w:val="004A1088"/>
    <w:rsid w:val="004A109F"/>
    <w:rsid w:val="004B028D"/>
    <w:rsid w:val="004B44AE"/>
    <w:rsid w:val="004C7B81"/>
    <w:rsid w:val="004E58F8"/>
    <w:rsid w:val="004F392A"/>
    <w:rsid w:val="0050063F"/>
    <w:rsid w:val="005051AB"/>
    <w:rsid w:val="00520DDB"/>
    <w:rsid w:val="0052218F"/>
    <w:rsid w:val="00522E30"/>
    <w:rsid w:val="005343FA"/>
    <w:rsid w:val="00540E9E"/>
    <w:rsid w:val="00544B74"/>
    <w:rsid w:val="005503A8"/>
    <w:rsid w:val="00551834"/>
    <w:rsid w:val="00553F92"/>
    <w:rsid w:val="0055549F"/>
    <w:rsid w:val="00557029"/>
    <w:rsid w:val="00562807"/>
    <w:rsid w:val="00563ACB"/>
    <w:rsid w:val="00574F6D"/>
    <w:rsid w:val="00577171"/>
    <w:rsid w:val="005817D1"/>
    <w:rsid w:val="00597867"/>
    <w:rsid w:val="005B48A4"/>
    <w:rsid w:val="005B5718"/>
    <w:rsid w:val="005B6527"/>
    <w:rsid w:val="005B7BAD"/>
    <w:rsid w:val="005C15E2"/>
    <w:rsid w:val="005C6C15"/>
    <w:rsid w:val="005D08CB"/>
    <w:rsid w:val="005D2800"/>
    <w:rsid w:val="005D5A3C"/>
    <w:rsid w:val="005E0427"/>
    <w:rsid w:val="005F4BFE"/>
    <w:rsid w:val="005F4CC2"/>
    <w:rsid w:val="005F50C5"/>
    <w:rsid w:val="005F7039"/>
    <w:rsid w:val="005F7CC3"/>
    <w:rsid w:val="006037EA"/>
    <w:rsid w:val="006077F6"/>
    <w:rsid w:val="00610855"/>
    <w:rsid w:val="0061477D"/>
    <w:rsid w:val="00624EDD"/>
    <w:rsid w:val="00626EEC"/>
    <w:rsid w:val="006320B4"/>
    <w:rsid w:val="006328B3"/>
    <w:rsid w:val="00634D95"/>
    <w:rsid w:val="0063798B"/>
    <w:rsid w:val="0064009E"/>
    <w:rsid w:val="006416E8"/>
    <w:rsid w:val="00641967"/>
    <w:rsid w:val="00646803"/>
    <w:rsid w:val="00646F79"/>
    <w:rsid w:val="00655DF4"/>
    <w:rsid w:val="0066037B"/>
    <w:rsid w:val="00661C50"/>
    <w:rsid w:val="00665ACB"/>
    <w:rsid w:val="00666177"/>
    <w:rsid w:val="006667D8"/>
    <w:rsid w:val="0067301B"/>
    <w:rsid w:val="00675886"/>
    <w:rsid w:val="0067767F"/>
    <w:rsid w:val="00681E86"/>
    <w:rsid w:val="00694EEB"/>
    <w:rsid w:val="00696B84"/>
    <w:rsid w:val="006A0997"/>
    <w:rsid w:val="006B0C1F"/>
    <w:rsid w:val="006C01C0"/>
    <w:rsid w:val="006C03D0"/>
    <w:rsid w:val="006C1B40"/>
    <w:rsid w:val="006D2EB3"/>
    <w:rsid w:val="006D430A"/>
    <w:rsid w:val="006F46C5"/>
    <w:rsid w:val="006F7F06"/>
    <w:rsid w:val="00701488"/>
    <w:rsid w:val="00703032"/>
    <w:rsid w:val="00721FAB"/>
    <w:rsid w:val="00722783"/>
    <w:rsid w:val="00724F59"/>
    <w:rsid w:val="00724FE6"/>
    <w:rsid w:val="007267B1"/>
    <w:rsid w:val="00730F6B"/>
    <w:rsid w:val="00735F27"/>
    <w:rsid w:val="00740FB7"/>
    <w:rsid w:val="00742317"/>
    <w:rsid w:val="00742E8B"/>
    <w:rsid w:val="00744C28"/>
    <w:rsid w:val="00745FE9"/>
    <w:rsid w:val="007472CD"/>
    <w:rsid w:val="00751DD8"/>
    <w:rsid w:val="00752F85"/>
    <w:rsid w:val="00753280"/>
    <w:rsid w:val="0075487F"/>
    <w:rsid w:val="0075591A"/>
    <w:rsid w:val="00757DF9"/>
    <w:rsid w:val="00762413"/>
    <w:rsid w:val="00767567"/>
    <w:rsid w:val="00770A56"/>
    <w:rsid w:val="007744F7"/>
    <w:rsid w:val="00775373"/>
    <w:rsid w:val="0078284F"/>
    <w:rsid w:val="00796110"/>
    <w:rsid w:val="0079718D"/>
    <w:rsid w:val="007A0EC5"/>
    <w:rsid w:val="007A684A"/>
    <w:rsid w:val="007B124A"/>
    <w:rsid w:val="007B2460"/>
    <w:rsid w:val="007B2D8F"/>
    <w:rsid w:val="007B333F"/>
    <w:rsid w:val="007B550F"/>
    <w:rsid w:val="007C4610"/>
    <w:rsid w:val="007C7F14"/>
    <w:rsid w:val="007D0DC9"/>
    <w:rsid w:val="007D4849"/>
    <w:rsid w:val="007D4C4A"/>
    <w:rsid w:val="007D52CB"/>
    <w:rsid w:val="007E277C"/>
    <w:rsid w:val="007E467A"/>
    <w:rsid w:val="007E4EE1"/>
    <w:rsid w:val="007F3054"/>
    <w:rsid w:val="007F6158"/>
    <w:rsid w:val="0080204C"/>
    <w:rsid w:val="00804C92"/>
    <w:rsid w:val="008075E5"/>
    <w:rsid w:val="00807902"/>
    <w:rsid w:val="00812F78"/>
    <w:rsid w:val="00816AB5"/>
    <w:rsid w:val="0082036B"/>
    <w:rsid w:val="008217F4"/>
    <w:rsid w:val="00821978"/>
    <w:rsid w:val="00823603"/>
    <w:rsid w:val="00826A21"/>
    <w:rsid w:val="00833C83"/>
    <w:rsid w:val="00841940"/>
    <w:rsid w:val="008436A1"/>
    <w:rsid w:val="00845E0D"/>
    <w:rsid w:val="00846710"/>
    <w:rsid w:val="00853D6F"/>
    <w:rsid w:val="00854D88"/>
    <w:rsid w:val="00864F8F"/>
    <w:rsid w:val="00883D8B"/>
    <w:rsid w:val="00886BE4"/>
    <w:rsid w:val="008A1BDF"/>
    <w:rsid w:val="008A6148"/>
    <w:rsid w:val="008B2927"/>
    <w:rsid w:val="008B62BD"/>
    <w:rsid w:val="008C29CA"/>
    <w:rsid w:val="008D02EB"/>
    <w:rsid w:val="008D2498"/>
    <w:rsid w:val="008D26FE"/>
    <w:rsid w:val="008D561B"/>
    <w:rsid w:val="008E0BFD"/>
    <w:rsid w:val="008E19A8"/>
    <w:rsid w:val="008E2ED3"/>
    <w:rsid w:val="008E389D"/>
    <w:rsid w:val="008F56BB"/>
    <w:rsid w:val="008F7C24"/>
    <w:rsid w:val="0090080D"/>
    <w:rsid w:val="0090479A"/>
    <w:rsid w:val="00906A22"/>
    <w:rsid w:val="00907B3F"/>
    <w:rsid w:val="00907FA9"/>
    <w:rsid w:val="009164FA"/>
    <w:rsid w:val="00917B93"/>
    <w:rsid w:val="009243D7"/>
    <w:rsid w:val="0092543C"/>
    <w:rsid w:val="009255F5"/>
    <w:rsid w:val="00926BBA"/>
    <w:rsid w:val="00927BBD"/>
    <w:rsid w:val="00930BAA"/>
    <w:rsid w:val="00940E9B"/>
    <w:rsid w:val="0094341C"/>
    <w:rsid w:val="0095250A"/>
    <w:rsid w:val="0095624C"/>
    <w:rsid w:val="00956FA0"/>
    <w:rsid w:val="00960DA3"/>
    <w:rsid w:val="00970767"/>
    <w:rsid w:val="00970F7C"/>
    <w:rsid w:val="00974FB2"/>
    <w:rsid w:val="00981ED3"/>
    <w:rsid w:val="00983CC2"/>
    <w:rsid w:val="00991301"/>
    <w:rsid w:val="00994121"/>
    <w:rsid w:val="009A69C1"/>
    <w:rsid w:val="009B1D66"/>
    <w:rsid w:val="009B1DE8"/>
    <w:rsid w:val="009C5DD6"/>
    <w:rsid w:val="009C7FA0"/>
    <w:rsid w:val="009D1D55"/>
    <w:rsid w:val="009D276F"/>
    <w:rsid w:val="009D347B"/>
    <w:rsid w:val="009D582A"/>
    <w:rsid w:val="009E47AD"/>
    <w:rsid w:val="009F0BF1"/>
    <w:rsid w:val="00A06D27"/>
    <w:rsid w:val="00A111A0"/>
    <w:rsid w:val="00A11F68"/>
    <w:rsid w:val="00A12A77"/>
    <w:rsid w:val="00A2002A"/>
    <w:rsid w:val="00A20D84"/>
    <w:rsid w:val="00A2299C"/>
    <w:rsid w:val="00A24407"/>
    <w:rsid w:val="00A335F6"/>
    <w:rsid w:val="00A35F61"/>
    <w:rsid w:val="00A468C5"/>
    <w:rsid w:val="00A549A8"/>
    <w:rsid w:val="00A57614"/>
    <w:rsid w:val="00A66028"/>
    <w:rsid w:val="00A779B2"/>
    <w:rsid w:val="00A82DE7"/>
    <w:rsid w:val="00A83603"/>
    <w:rsid w:val="00A85D3F"/>
    <w:rsid w:val="00A915BD"/>
    <w:rsid w:val="00A946B2"/>
    <w:rsid w:val="00A94CF6"/>
    <w:rsid w:val="00A94EBC"/>
    <w:rsid w:val="00AD1D23"/>
    <w:rsid w:val="00AD3EFE"/>
    <w:rsid w:val="00AD40A8"/>
    <w:rsid w:val="00AD42D9"/>
    <w:rsid w:val="00AD5910"/>
    <w:rsid w:val="00AD6AF1"/>
    <w:rsid w:val="00AE094D"/>
    <w:rsid w:val="00AE3EB3"/>
    <w:rsid w:val="00AF1154"/>
    <w:rsid w:val="00AF18E4"/>
    <w:rsid w:val="00AF7FE7"/>
    <w:rsid w:val="00B12C62"/>
    <w:rsid w:val="00B14285"/>
    <w:rsid w:val="00B15A8F"/>
    <w:rsid w:val="00B244A9"/>
    <w:rsid w:val="00B27CF6"/>
    <w:rsid w:val="00B31972"/>
    <w:rsid w:val="00B32892"/>
    <w:rsid w:val="00B346CE"/>
    <w:rsid w:val="00B51821"/>
    <w:rsid w:val="00B538CA"/>
    <w:rsid w:val="00B562BB"/>
    <w:rsid w:val="00B564DA"/>
    <w:rsid w:val="00B56658"/>
    <w:rsid w:val="00B6097A"/>
    <w:rsid w:val="00B67CF5"/>
    <w:rsid w:val="00B74702"/>
    <w:rsid w:val="00B77A27"/>
    <w:rsid w:val="00B87A2B"/>
    <w:rsid w:val="00BA116F"/>
    <w:rsid w:val="00BA2170"/>
    <w:rsid w:val="00BA5643"/>
    <w:rsid w:val="00BB08BA"/>
    <w:rsid w:val="00BC143A"/>
    <w:rsid w:val="00BC6A5B"/>
    <w:rsid w:val="00BD0346"/>
    <w:rsid w:val="00BD0D69"/>
    <w:rsid w:val="00BD3EC0"/>
    <w:rsid w:val="00BE0318"/>
    <w:rsid w:val="00BE2219"/>
    <w:rsid w:val="00BE5DE9"/>
    <w:rsid w:val="00BF0E2D"/>
    <w:rsid w:val="00BF1418"/>
    <w:rsid w:val="00BF69E8"/>
    <w:rsid w:val="00C011D4"/>
    <w:rsid w:val="00C04184"/>
    <w:rsid w:val="00C0435B"/>
    <w:rsid w:val="00C05110"/>
    <w:rsid w:val="00C068D1"/>
    <w:rsid w:val="00C10673"/>
    <w:rsid w:val="00C119ED"/>
    <w:rsid w:val="00C13C32"/>
    <w:rsid w:val="00C14DA9"/>
    <w:rsid w:val="00C173B4"/>
    <w:rsid w:val="00C24BCF"/>
    <w:rsid w:val="00C31116"/>
    <w:rsid w:val="00C3505E"/>
    <w:rsid w:val="00C47434"/>
    <w:rsid w:val="00C5161D"/>
    <w:rsid w:val="00C54E83"/>
    <w:rsid w:val="00C57F38"/>
    <w:rsid w:val="00C62445"/>
    <w:rsid w:val="00C63668"/>
    <w:rsid w:val="00C63F66"/>
    <w:rsid w:val="00C66737"/>
    <w:rsid w:val="00C804C7"/>
    <w:rsid w:val="00C851CC"/>
    <w:rsid w:val="00C8612C"/>
    <w:rsid w:val="00C90EB1"/>
    <w:rsid w:val="00CA2E46"/>
    <w:rsid w:val="00CB1912"/>
    <w:rsid w:val="00CB5BA4"/>
    <w:rsid w:val="00CC102B"/>
    <w:rsid w:val="00CC12BC"/>
    <w:rsid w:val="00CD081E"/>
    <w:rsid w:val="00CD0B21"/>
    <w:rsid w:val="00CE375A"/>
    <w:rsid w:val="00CF7F58"/>
    <w:rsid w:val="00D01BDB"/>
    <w:rsid w:val="00D043C0"/>
    <w:rsid w:val="00D15992"/>
    <w:rsid w:val="00D20200"/>
    <w:rsid w:val="00D2087D"/>
    <w:rsid w:val="00D21953"/>
    <w:rsid w:val="00D271D7"/>
    <w:rsid w:val="00D3154D"/>
    <w:rsid w:val="00D318A7"/>
    <w:rsid w:val="00D37206"/>
    <w:rsid w:val="00D432F4"/>
    <w:rsid w:val="00D45731"/>
    <w:rsid w:val="00D45997"/>
    <w:rsid w:val="00D52016"/>
    <w:rsid w:val="00D70DB2"/>
    <w:rsid w:val="00D7339F"/>
    <w:rsid w:val="00D80E39"/>
    <w:rsid w:val="00D82BB1"/>
    <w:rsid w:val="00D842CA"/>
    <w:rsid w:val="00D86DB3"/>
    <w:rsid w:val="00D87749"/>
    <w:rsid w:val="00D9036B"/>
    <w:rsid w:val="00D906EB"/>
    <w:rsid w:val="00D949A0"/>
    <w:rsid w:val="00D97CB9"/>
    <w:rsid w:val="00DA3B09"/>
    <w:rsid w:val="00DB3F4D"/>
    <w:rsid w:val="00DC276C"/>
    <w:rsid w:val="00DC6C25"/>
    <w:rsid w:val="00DC7232"/>
    <w:rsid w:val="00DC7A68"/>
    <w:rsid w:val="00DD1443"/>
    <w:rsid w:val="00DD74EC"/>
    <w:rsid w:val="00DE2257"/>
    <w:rsid w:val="00DF2F21"/>
    <w:rsid w:val="00DF3B00"/>
    <w:rsid w:val="00DF3C39"/>
    <w:rsid w:val="00DF7D5C"/>
    <w:rsid w:val="00E02EF8"/>
    <w:rsid w:val="00E03046"/>
    <w:rsid w:val="00E034E2"/>
    <w:rsid w:val="00E05DEF"/>
    <w:rsid w:val="00E13A68"/>
    <w:rsid w:val="00E153D9"/>
    <w:rsid w:val="00E22E92"/>
    <w:rsid w:val="00E23777"/>
    <w:rsid w:val="00E238F9"/>
    <w:rsid w:val="00E244DB"/>
    <w:rsid w:val="00E24BC9"/>
    <w:rsid w:val="00E256F4"/>
    <w:rsid w:val="00E269D4"/>
    <w:rsid w:val="00E33139"/>
    <w:rsid w:val="00E44CBE"/>
    <w:rsid w:val="00E60B7C"/>
    <w:rsid w:val="00E615D8"/>
    <w:rsid w:val="00E678EE"/>
    <w:rsid w:val="00E73C43"/>
    <w:rsid w:val="00E7634F"/>
    <w:rsid w:val="00E76A87"/>
    <w:rsid w:val="00E77EDB"/>
    <w:rsid w:val="00E80116"/>
    <w:rsid w:val="00E91A7C"/>
    <w:rsid w:val="00E96A1C"/>
    <w:rsid w:val="00EA14A8"/>
    <w:rsid w:val="00EA589E"/>
    <w:rsid w:val="00EA6422"/>
    <w:rsid w:val="00EA7D57"/>
    <w:rsid w:val="00EC2E3B"/>
    <w:rsid w:val="00EC6C26"/>
    <w:rsid w:val="00EC6DE6"/>
    <w:rsid w:val="00EC7239"/>
    <w:rsid w:val="00ED396C"/>
    <w:rsid w:val="00ED3B21"/>
    <w:rsid w:val="00EE35ED"/>
    <w:rsid w:val="00EE4361"/>
    <w:rsid w:val="00EE52F2"/>
    <w:rsid w:val="00EE6B94"/>
    <w:rsid w:val="00EE7467"/>
    <w:rsid w:val="00F02057"/>
    <w:rsid w:val="00F02936"/>
    <w:rsid w:val="00F07F94"/>
    <w:rsid w:val="00F13CD4"/>
    <w:rsid w:val="00F14177"/>
    <w:rsid w:val="00F17DB1"/>
    <w:rsid w:val="00F251F5"/>
    <w:rsid w:val="00F30329"/>
    <w:rsid w:val="00F35A29"/>
    <w:rsid w:val="00F42520"/>
    <w:rsid w:val="00F43277"/>
    <w:rsid w:val="00F446C6"/>
    <w:rsid w:val="00F4504F"/>
    <w:rsid w:val="00F63FE9"/>
    <w:rsid w:val="00F7566F"/>
    <w:rsid w:val="00F77FD4"/>
    <w:rsid w:val="00F91C41"/>
    <w:rsid w:val="00F92757"/>
    <w:rsid w:val="00F933DE"/>
    <w:rsid w:val="00F94E76"/>
    <w:rsid w:val="00F97ED6"/>
    <w:rsid w:val="00FA05AF"/>
    <w:rsid w:val="00FA38DE"/>
    <w:rsid w:val="00FA4491"/>
    <w:rsid w:val="00FA5F27"/>
    <w:rsid w:val="00FA618F"/>
    <w:rsid w:val="00FA7104"/>
    <w:rsid w:val="00FB4044"/>
    <w:rsid w:val="00FB5D86"/>
    <w:rsid w:val="00FD1E0C"/>
    <w:rsid w:val="00FD2554"/>
    <w:rsid w:val="00FD50F4"/>
    <w:rsid w:val="00FE2E5A"/>
    <w:rsid w:val="00FE4991"/>
    <w:rsid w:val="00FE73CC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755a15"/>
    </o:shapedefaults>
    <o:shapelayout v:ext="edit">
      <o:idmap v:ext="edit" data="2"/>
    </o:shapelayout>
  </w:shapeDefaults>
  <w:decimalSymbol w:val="."/>
  <w:listSeparator w:val=","/>
  <w14:docId w14:val="1BDD4C5C"/>
  <w15:docId w15:val="{092CC179-3252-4D40-BF8C-9D095B12A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26F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D26FE"/>
    <w:pPr>
      <w:keepNext/>
      <w:numPr>
        <w:numId w:val="1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D26FE"/>
    <w:pPr>
      <w:keepNext/>
      <w:numPr>
        <w:ilvl w:val="1"/>
        <w:numId w:val="1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D26FE"/>
    <w:pPr>
      <w:keepNext/>
      <w:numPr>
        <w:ilvl w:val="2"/>
        <w:numId w:val="1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D26FE"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D26FE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D26FE"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D26FE"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D26FE"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D26FE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D26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D26FE"/>
    <w:pPr>
      <w:tabs>
        <w:tab w:val="center" w:pos="4320"/>
        <w:tab w:val="right" w:pos="8640"/>
      </w:tabs>
    </w:pPr>
  </w:style>
  <w:style w:type="paragraph" w:customStyle="1" w:styleId="Note">
    <w:name w:val="Note"/>
    <w:next w:val="Normal"/>
    <w:rsid w:val="008D26FE"/>
    <w:pPr>
      <w:framePr w:w="1701" w:hSpace="181" w:vSpace="181" w:wrap="around" w:vAnchor="text" w:hAnchor="page" w:x="1135" w:y="1"/>
    </w:pPr>
    <w:rPr>
      <w:rFonts w:ascii="Arial" w:hAnsi="Arial"/>
      <w:b/>
      <w:sz w:val="24"/>
      <w:lang w:eastAsia="en-US"/>
    </w:rPr>
  </w:style>
  <w:style w:type="paragraph" w:styleId="BalloonText">
    <w:name w:val="Balloon Text"/>
    <w:basedOn w:val="Normal"/>
    <w:semiHidden/>
    <w:rsid w:val="008D26FE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8D26FE"/>
    <w:pPr>
      <w:spacing w:after="120"/>
      <w:ind w:left="1440" w:right="1440"/>
    </w:pPr>
  </w:style>
  <w:style w:type="paragraph" w:styleId="BodyText">
    <w:name w:val="Body Text"/>
    <w:basedOn w:val="Normal"/>
    <w:rsid w:val="008D26FE"/>
    <w:pPr>
      <w:spacing w:after="120"/>
    </w:pPr>
  </w:style>
  <w:style w:type="paragraph" w:styleId="BodyText2">
    <w:name w:val="Body Text 2"/>
    <w:basedOn w:val="Normal"/>
    <w:rsid w:val="008D26FE"/>
    <w:pPr>
      <w:spacing w:after="120" w:line="480" w:lineRule="auto"/>
    </w:pPr>
  </w:style>
  <w:style w:type="paragraph" w:styleId="BodyText3">
    <w:name w:val="Body Text 3"/>
    <w:basedOn w:val="Normal"/>
    <w:rsid w:val="008D26F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D26FE"/>
    <w:pPr>
      <w:ind w:firstLine="210"/>
    </w:pPr>
  </w:style>
  <w:style w:type="paragraph" w:styleId="BodyTextIndent">
    <w:name w:val="Body Text Indent"/>
    <w:basedOn w:val="Normal"/>
    <w:rsid w:val="008D26FE"/>
    <w:pPr>
      <w:spacing w:after="120"/>
      <w:ind w:left="283"/>
    </w:pPr>
  </w:style>
  <w:style w:type="paragraph" w:styleId="BodyTextFirstIndent2">
    <w:name w:val="Body Text First Indent 2"/>
    <w:basedOn w:val="BodyTextIndent"/>
    <w:rsid w:val="008D26FE"/>
    <w:pPr>
      <w:ind w:firstLine="210"/>
    </w:pPr>
  </w:style>
  <w:style w:type="paragraph" w:styleId="BodyTextIndent2">
    <w:name w:val="Body Text Indent 2"/>
    <w:basedOn w:val="Normal"/>
    <w:rsid w:val="008D26F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8D26FE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D26FE"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rsid w:val="008D26FE"/>
    <w:pPr>
      <w:ind w:left="4252"/>
    </w:pPr>
  </w:style>
  <w:style w:type="paragraph" w:styleId="CommentText">
    <w:name w:val="annotation text"/>
    <w:basedOn w:val="Normal"/>
    <w:semiHidden/>
    <w:rsid w:val="008D26F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D26FE"/>
    <w:rPr>
      <w:b/>
      <w:bCs/>
    </w:rPr>
  </w:style>
  <w:style w:type="paragraph" w:styleId="Date">
    <w:name w:val="Date"/>
    <w:basedOn w:val="Normal"/>
    <w:next w:val="Normal"/>
    <w:rsid w:val="008D26FE"/>
  </w:style>
  <w:style w:type="paragraph" w:styleId="DocumentMap">
    <w:name w:val="Document Map"/>
    <w:basedOn w:val="Normal"/>
    <w:semiHidden/>
    <w:rsid w:val="008D26FE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8D26FE"/>
  </w:style>
  <w:style w:type="paragraph" w:styleId="EndnoteText">
    <w:name w:val="endnote text"/>
    <w:basedOn w:val="Normal"/>
    <w:semiHidden/>
    <w:rsid w:val="008D26FE"/>
    <w:rPr>
      <w:sz w:val="20"/>
      <w:szCs w:val="20"/>
    </w:rPr>
  </w:style>
  <w:style w:type="paragraph" w:styleId="EnvelopeAddress">
    <w:name w:val="envelope address"/>
    <w:basedOn w:val="Normal"/>
    <w:rsid w:val="008D26FE"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sz w:val="16"/>
      <w:szCs w:val="16"/>
    </w:rPr>
  </w:style>
  <w:style w:type="paragraph" w:styleId="EnvelopeReturn">
    <w:name w:val="envelope return"/>
    <w:basedOn w:val="Normal"/>
    <w:rsid w:val="008D26FE"/>
    <w:rPr>
      <w:rFonts w:ascii="Lucida Sans Unicode" w:hAnsi="Lucida Sans Unicode" w:cs="Arial"/>
      <w:sz w:val="18"/>
      <w:szCs w:val="18"/>
    </w:rPr>
  </w:style>
  <w:style w:type="paragraph" w:styleId="FootnoteText">
    <w:name w:val="footnote text"/>
    <w:basedOn w:val="Normal"/>
    <w:semiHidden/>
    <w:rsid w:val="008D26FE"/>
    <w:rPr>
      <w:sz w:val="20"/>
      <w:szCs w:val="20"/>
    </w:rPr>
  </w:style>
  <w:style w:type="paragraph" w:styleId="HTMLAddress">
    <w:name w:val="HTML Address"/>
    <w:basedOn w:val="Normal"/>
    <w:rsid w:val="008D26FE"/>
    <w:rPr>
      <w:i/>
      <w:iCs/>
    </w:rPr>
  </w:style>
  <w:style w:type="paragraph" w:styleId="HTMLPreformatted">
    <w:name w:val="HTML Preformatted"/>
    <w:basedOn w:val="Normal"/>
    <w:rsid w:val="008D26FE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D26F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26F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26F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26F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26F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26F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26F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26F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26F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26FE"/>
    <w:rPr>
      <w:rFonts w:ascii="Arial" w:hAnsi="Arial" w:cs="Arial"/>
      <w:b/>
      <w:bCs/>
    </w:rPr>
  </w:style>
  <w:style w:type="paragraph" w:styleId="List">
    <w:name w:val="List"/>
    <w:basedOn w:val="Normal"/>
    <w:rsid w:val="008D26FE"/>
    <w:pPr>
      <w:ind w:left="283" w:hanging="283"/>
    </w:pPr>
  </w:style>
  <w:style w:type="paragraph" w:styleId="List2">
    <w:name w:val="List 2"/>
    <w:basedOn w:val="Normal"/>
    <w:rsid w:val="008D26FE"/>
    <w:pPr>
      <w:ind w:left="566" w:hanging="283"/>
    </w:pPr>
  </w:style>
  <w:style w:type="paragraph" w:styleId="List3">
    <w:name w:val="List 3"/>
    <w:basedOn w:val="Normal"/>
    <w:rsid w:val="008D26FE"/>
    <w:pPr>
      <w:ind w:left="849" w:hanging="283"/>
    </w:pPr>
  </w:style>
  <w:style w:type="paragraph" w:styleId="List4">
    <w:name w:val="List 4"/>
    <w:basedOn w:val="Normal"/>
    <w:rsid w:val="008D26FE"/>
    <w:pPr>
      <w:ind w:left="1132" w:hanging="283"/>
    </w:pPr>
  </w:style>
  <w:style w:type="paragraph" w:styleId="List5">
    <w:name w:val="List 5"/>
    <w:basedOn w:val="Normal"/>
    <w:rsid w:val="008D26FE"/>
    <w:pPr>
      <w:ind w:left="1415" w:hanging="283"/>
    </w:pPr>
  </w:style>
  <w:style w:type="paragraph" w:styleId="ListBullet">
    <w:name w:val="List Bullet"/>
    <w:basedOn w:val="Normal"/>
    <w:autoRedefine/>
    <w:rsid w:val="008D26FE"/>
    <w:pPr>
      <w:numPr>
        <w:numId w:val="1"/>
      </w:numPr>
    </w:pPr>
  </w:style>
  <w:style w:type="paragraph" w:styleId="ListBullet2">
    <w:name w:val="List Bullet 2"/>
    <w:basedOn w:val="Normal"/>
    <w:autoRedefine/>
    <w:rsid w:val="008D26FE"/>
    <w:pPr>
      <w:numPr>
        <w:numId w:val="2"/>
      </w:numPr>
    </w:pPr>
  </w:style>
  <w:style w:type="paragraph" w:styleId="ListBullet3">
    <w:name w:val="List Bullet 3"/>
    <w:basedOn w:val="Normal"/>
    <w:autoRedefine/>
    <w:rsid w:val="008D26FE"/>
    <w:pPr>
      <w:numPr>
        <w:numId w:val="3"/>
      </w:numPr>
    </w:pPr>
  </w:style>
  <w:style w:type="paragraph" w:styleId="ListBullet4">
    <w:name w:val="List Bullet 4"/>
    <w:basedOn w:val="Normal"/>
    <w:autoRedefine/>
    <w:rsid w:val="008D26FE"/>
    <w:pPr>
      <w:numPr>
        <w:numId w:val="4"/>
      </w:numPr>
    </w:pPr>
  </w:style>
  <w:style w:type="paragraph" w:styleId="ListBullet5">
    <w:name w:val="List Bullet 5"/>
    <w:basedOn w:val="Normal"/>
    <w:autoRedefine/>
    <w:rsid w:val="008D26FE"/>
    <w:pPr>
      <w:numPr>
        <w:numId w:val="5"/>
      </w:numPr>
    </w:pPr>
  </w:style>
  <w:style w:type="paragraph" w:styleId="ListContinue">
    <w:name w:val="List Continue"/>
    <w:basedOn w:val="Normal"/>
    <w:rsid w:val="008D26FE"/>
    <w:pPr>
      <w:spacing w:after="120"/>
      <w:ind w:left="283"/>
    </w:pPr>
  </w:style>
  <w:style w:type="paragraph" w:styleId="ListContinue2">
    <w:name w:val="List Continue 2"/>
    <w:basedOn w:val="Normal"/>
    <w:rsid w:val="008D26FE"/>
    <w:pPr>
      <w:spacing w:after="120"/>
      <w:ind w:left="566"/>
    </w:pPr>
  </w:style>
  <w:style w:type="paragraph" w:styleId="ListContinue3">
    <w:name w:val="List Continue 3"/>
    <w:basedOn w:val="Normal"/>
    <w:rsid w:val="008D26FE"/>
    <w:pPr>
      <w:spacing w:after="120"/>
      <w:ind w:left="849"/>
    </w:pPr>
  </w:style>
  <w:style w:type="paragraph" w:styleId="ListContinue4">
    <w:name w:val="List Continue 4"/>
    <w:basedOn w:val="Normal"/>
    <w:rsid w:val="008D26FE"/>
    <w:pPr>
      <w:spacing w:after="120"/>
      <w:ind w:left="1132"/>
    </w:pPr>
  </w:style>
  <w:style w:type="paragraph" w:styleId="ListContinue5">
    <w:name w:val="List Continue 5"/>
    <w:basedOn w:val="Normal"/>
    <w:rsid w:val="008D26FE"/>
    <w:pPr>
      <w:spacing w:after="120"/>
      <w:ind w:left="1415"/>
    </w:pPr>
  </w:style>
  <w:style w:type="paragraph" w:styleId="ListNumber">
    <w:name w:val="List Number"/>
    <w:basedOn w:val="Normal"/>
    <w:rsid w:val="008D26FE"/>
    <w:pPr>
      <w:numPr>
        <w:numId w:val="6"/>
      </w:numPr>
    </w:pPr>
  </w:style>
  <w:style w:type="paragraph" w:styleId="ListNumber2">
    <w:name w:val="List Number 2"/>
    <w:basedOn w:val="Normal"/>
    <w:rsid w:val="008D26FE"/>
    <w:pPr>
      <w:numPr>
        <w:numId w:val="7"/>
      </w:numPr>
    </w:pPr>
  </w:style>
  <w:style w:type="paragraph" w:styleId="ListNumber3">
    <w:name w:val="List Number 3"/>
    <w:basedOn w:val="Normal"/>
    <w:rsid w:val="008D26FE"/>
    <w:pPr>
      <w:numPr>
        <w:numId w:val="8"/>
      </w:numPr>
    </w:pPr>
  </w:style>
  <w:style w:type="paragraph" w:styleId="ListNumber4">
    <w:name w:val="List Number 4"/>
    <w:basedOn w:val="Normal"/>
    <w:rsid w:val="008D26FE"/>
    <w:pPr>
      <w:numPr>
        <w:numId w:val="9"/>
      </w:numPr>
    </w:pPr>
  </w:style>
  <w:style w:type="paragraph" w:styleId="ListNumber5">
    <w:name w:val="List Number 5"/>
    <w:basedOn w:val="Normal"/>
    <w:rsid w:val="008D26FE"/>
    <w:pPr>
      <w:numPr>
        <w:numId w:val="10"/>
      </w:numPr>
    </w:pPr>
  </w:style>
  <w:style w:type="paragraph" w:styleId="MacroText">
    <w:name w:val="macro"/>
    <w:semiHidden/>
    <w:rsid w:val="008D26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8D26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rsid w:val="008D26FE"/>
  </w:style>
  <w:style w:type="paragraph" w:styleId="NormalIndent">
    <w:name w:val="Normal Indent"/>
    <w:basedOn w:val="Normal"/>
    <w:rsid w:val="008D26FE"/>
    <w:pPr>
      <w:ind w:left="720"/>
    </w:pPr>
  </w:style>
  <w:style w:type="paragraph" w:styleId="NoteHeading">
    <w:name w:val="Note Heading"/>
    <w:basedOn w:val="Normal"/>
    <w:next w:val="Normal"/>
    <w:rsid w:val="008D26FE"/>
  </w:style>
  <w:style w:type="paragraph" w:styleId="PlainText">
    <w:name w:val="Plain Text"/>
    <w:basedOn w:val="Normal"/>
    <w:rsid w:val="008D26FE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D26FE"/>
  </w:style>
  <w:style w:type="paragraph" w:styleId="Signature">
    <w:name w:val="Signature"/>
    <w:basedOn w:val="Normal"/>
    <w:rsid w:val="008D26FE"/>
    <w:pPr>
      <w:ind w:left="4252"/>
    </w:pPr>
  </w:style>
  <w:style w:type="paragraph" w:styleId="Subtitle">
    <w:name w:val="Subtitle"/>
    <w:basedOn w:val="Normal"/>
    <w:qFormat/>
    <w:rsid w:val="008D26FE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D26F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26FE"/>
    <w:pPr>
      <w:ind w:left="480" w:hanging="480"/>
    </w:pPr>
  </w:style>
  <w:style w:type="paragraph" w:styleId="Title">
    <w:name w:val="Title"/>
    <w:basedOn w:val="Normal"/>
    <w:qFormat/>
    <w:rsid w:val="008D26F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D26F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39"/>
    <w:rsid w:val="00EA7D57"/>
    <w:pPr>
      <w:tabs>
        <w:tab w:val="left" w:pos="540"/>
        <w:tab w:val="right" w:pos="8636"/>
      </w:tabs>
      <w:spacing w:before="240" w:after="120"/>
    </w:pPr>
    <w:rPr>
      <w:rFonts w:ascii="Verdana" w:hAnsi="Verdana"/>
      <w:b/>
      <w:bCs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775373"/>
    <w:pPr>
      <w:spacing w:before="120"/>
      <w:ind w:left="240"/>
    </w:pPr>
    <w:rPr>
      <w:i/>
      <w:iC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8D26FE"/>
    <w:pPr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8D26FE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8D26FE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8D26FE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8D26FE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8D26FE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8D26FE"/>
    <w:pPr>
      <w:ind w:left="192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8D26FE"/>
    <w:rPr>
      <w:color w:val="0000FF"/>
      <w:u w:val="single"/>
    </w:rPr>
  </w:style>
  <w:style w:type="character" w:styleId="PageNumber">
    <w:name w:val="page number"/>
    <w:basedOn w:val="DefaultParagraphFont"/>
    <w:rsid w:val="008D26FE"/>
  </w:style>
  <w:style w:type="character" w:customStyle="1" w:styleId="Heading1Char">
    <w:name w:val="Heading 1 Char"/>
    <w:basedOn w:val="DefaultParagraphFont"/>
    <w:rsid w:val="008D26FE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styleId="FootnoteReference">
    <w:name w:val="footnote reference"/>
    <w:basedOn w:val="DefaultParagraphFont"/>
    <w:semiHidden/>
    <w:rsid w:val="008D26FE"/>
    <w:rPr>
      <w:vertAlign w:val="superscript"/>
    </w:rPr>
  </w:style>
  <w:style w:type="table" w:styleId="TableGrid">
    <w:name w:val="Table Grid"/>
    <w:basedOn w:val="TableNormal"/>
    <w:uiPriority w:val="39"/>
    <w:rsid w:val="00230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1">
    <w:name w:val="body1"/>
    <w:basedOn w:val="DefaultParagraphFont"/>
    <w:rsid w:val="00A2299C"/>
    <w:rPr>
      <w:rFonts w:ascii="Arial" w:hAnsi="Arial" w:cs="Arial" w:hint="default"/>
      <w:sz w:val="18"/>
      <w:szCs w:val="18"/>
    </w:rPr>
  </w:style>
  <w:style w:type="character" w:styleId="CommentReference">
    <w:name w:val="annotation reference"/>
    <w:basedOn w:val="DefaultParagraphFont"/>
    <w:semiHidden/>
    <w:rsid w:val="008D26FE"/>
    <w:rPr>
      <w:sz w:val="16"/>
      <w:szCs w:val="16"/>
    </w:rPr>
  </w:style>
  <w:style w:type="character" w:styleId="Strong">
    <w:name w:val="Strong"/>
    <w:basedOn w:val="DefaultParagraphFont"/>
    <w:qFormat/>
    <w:rsid w:val="008D26FE"/>
    <w:rPr>
      <w:b/>
      <w:bCs/>
    </w:rPr>
  </w:style>
  <w:style w:type="character" w:customStyle="1" w:styleId="city">
    <w:name w:val="city"/>
    <w:basedOn w:val="DefaultParagraphFont"/>
    <w:rsid w:val="008D26FE"/>
  </w:style>
  <w:style w:type="paragraph" w:customStyle="1" w:styleId="Level1">
    <w:name w:val="Level 1"/>
    <w:basedOn w:val="Normal"/>
    <w:rsid w:val="008D26FE"/>
    <w:pPr>
      <w:outlineLvl w:val="0"/>
    </w:pPr>
    <w:rPr>
      <w:rFonts w:ascii="Verdana" w:hAnsi="Verdana" w:cs="Arial"/>
      <w:b/>
      <w:color w:val="000080"/>
      <w:sz w:val="20"/>
      <w:szCs w:val="20"/>
    </w:rPr>
  </w:style>
  <w:style w:type="paragraph" w:customStyle="1" w:styleId="style2">
    <w:name w:val="style2"/>
    <w:basedOn w:val="Normal"/>
    <w:rsid w:val="00BC6A5B"/>
    <w:pPr>
      <w:spacing w:before="100" w:beforeAutospacing="1" w:after="100" w:afterAutospacing="1" w:line="345" w:lineRule="atLeast"/>
    </w:pPr>
    <w:rPr>
      <w:rFonts w:ascii="Arial" w:hAnsi="Arial" w:cs="Arial"/>
      <w:color w:val="999999"/>
      <w:sz w:val="17"/>
      <w:szCs w:val="17"/>
      <w:lang w:eastAsia="en-AU"/>
    </w:rPr>
  </w:style>
  <w:style w:type="paragraph" w:customStyle="1" w:styleId="wwe">
    <w:name w:val="wwe"/>
    <w:basedOn w:val="Normal"/>
    <w:rsid w:val="00BC6A5B"/>
    <w:pPr>
      <w:spacing w:before="100" w:beforeAutospacing="1" w:after="100" w:afterAutospacing="1" w:line="270" w:lineRule="atLeast"/>
    </w:pPr>
    <w:rPr>
      <w:rFonts w:ascii="Arial" w:hAnsi="Arial" w:cs="Arial"/>
      <w:color w:val="999999"/>
      <w:sz w:val="15"/>
      <w:szCs w:val="15"/>
      <w:lang w:eastAsia="en-AU"/>
    </w:rPr>
  </w:style>
  <w:style w:type="character" w:customStyle="1" w:styleId="wwe1">
    <w:name w:val="wwe1"/>
    <w:basedOn w:val="DefaultParagraphFont"/>
    <w:rsid w:val="00BC6A5B"/>
    <w:rPr>
      <w:rFonts w:ascii="Arial" w:hAnsi="Arial" w:cs="Arial" w:hint="default"/>
      <w:color w:val="999999"/>
      <w:sz w:val="15"/>
      <w:szCs w:val="15"/>
    </w:rPr>
  </w:style>
  <w:style w:type="paragraph" w:customStyle="1" w:styleId="style27">
    <w:name w:val="style27"/>
    <w:basedOn w:val="Normal"/>
    <w:rsid w:val="007F3054"/>
    <w:pPr>
      <w:spacing w:before="100" w:beforeAutospacing="1" w:after="100" w:afterAutospacing="1" w:line="270" w:lineRule="atLeast"/>
    </w:pPr>
    <w:rPr>
      <w:rFonts w:ascii="Arial" w:hAnsi="Arial" w:cs="Arial"/>
      <w:b/>
      <w:bCs/>
      <w:color w:val="999999"/>
      <w:sz w:val="17"/>
      <w:szCs w:val="17"/>
      <w:lang w:eastAsia="en-AU"/>
    </w:rPr>
  </w:style>
  <w:style w:type="character" w:customStyle="1" w:styleId="style371">
    <w:name w:val="style371"/>
    <w:basedOn w:val="DefaultParagraphFont"/>
    <w:rsid w:val="00826A21"/>
    <w:rPr>
      <w:b/>
      <w:bCs/>
      <w:sz w:val="22"/>
      <w:szCs w:val="22"/>
    </w:rPr>
  </w:style>
  <w:style w:type="table" w:styleId="TableProfessional">
    <w:name w:val="Table Professional"/>
    <w:basedOn w:val="TableNormal"/>
    <w:rsid w:val="00C0511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maintext1">
    <w:name w:val="maintext1"/>
    <w:basedOn w:val="DefaultParagraphFont"/>
    <w:rsid w:val="00574F6D"/>
    <w:rPr>
      <w:rFonts w:ascii="Arial" w:hAnsi="Arial" w:cs="Arial" w:hint="default"/>
      <w:b w:val="0"/>
      <w:bCs w:val="0"/>
      <w:strike w:val="0"/>
      <w:dstrike w:val="0"/>
      <w:color w:val="000000"/>
      <w:u w:val="none"/>
      <w:effect w:val="none"/>
    </w:rPr>
  </w:style>
  <w:style w:type="paragraph" w:customStyle="1" w:styleId="NormalVerdana">
    <w:name w:val="Normal + Verdana"/>
    <w:aliases w:val="8 pt"/>
    <w:basedOn w:val="wwe"/>
    <w:rsid w:val="00223A75"/>
    <w:pPr>
      <w:jc w:val="both"/>
    </w:pPr>
    <w:rPr>
      <w:rFonts w:cs="Verdana"/>
      <w:color w:val="auto"/>
    </w:rPr>
  </w:style>
  <w:style w:type="numbering" w:styleId="111111">
    <w:name w:val="Outline List 2"/>
    <w:basedOn w:val="NoList"/>
    <w:rsid w:val="00FF5584"/>
    <w:pPr>
      <w:numPr>
        <w:numId w:val="14"/>
      </w:numPr>
    </w:pPr>
  </w:style>
  <w:style w:type="paragraph" w:styleId="ListParagraph">
    <w:name w:val="List Paragraph"/>
    <w:basedOn w:val="Normal"/>
    <w:uiPriority w:val="34"/>
    <w:qFormat/>
    <w:rsid w:val="00034B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9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0.HUMAN%20RESOURCES\HR%20Templates%20and%20Forms\Recruitment%20Induction%20Probation\6%20YYMM%20OHNSW%20New%20IT%20User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D8261B-AA60-4D56-BC9E-CAEE00367B8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ee69f62-855a-45cf-bd28-eaf5ca6edc01"/>
    <ds:schemaRef ds:uri="e22caa00-4874-4bf0-98ea-6a3311e1355f"/>
  </ds:schemaRefs>
</ds:datastoreItem>
</file>

<file path=customXml/itemProps2.xml><?xml version="1.0" encoding="utf-8"?>
<ds:datastoreItem xmlns:ds="http://schemas.openxmlformats.org/officeDocument/2006/customXml" ds:itemID="{9C8FB6C7-6179-44AE-AE79-F75D3467B2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E907A-73C6-4267-8A5C-DD598BDFA863}"/>
</file>

<file path=customXml/itemProps4.xml><?xml version="1.0" encoding="utf-8"?>
<ds:datastoreItem xmlns:ds="http://schemas.openxmlformats.org/officeDocument/2006/customXml" ds:itemID="{9D2B6B79-2656-45DA-9074-1890C1A6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 YYMM OHNSW New IT User Form</Template>
  <TotalTime>4</TotalTime>
  <Pages>1</Pages>
  <Words>112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Service Agreement</vt:lpstr>
    </vt:vector>
  </TitlesOfParts>
  <Company/>
  <LinksUpToDate>false</LinksUpToDate>
  <CharactersWithSpaces>837</CharactersWithSpaces>
  <SharedDoc>false</SharedDoc>
  <HLinks>
    <vt:vector size="72" baseType="variant">
      <vt:variant>
        <vt:i4>1769566</vt:i4>
      </vt:variant>
      <vt:variant>
        <vt:i4>66</vt:i4>
      </vt:variant>
      <vt:variant>
        <vt:i4>0</vt:i4>
      </vt:variant>
      <vt:variant>
        <vt:i4>5</vt:i4>
      </vt:variant>
      <vt:variant>
        <vt:lpwstr>http://www.centrix.com.au/support</vt:lpwstr>
      </vt:variant>
      <vt:variant>
        <vt:lpwstr/>
      </vt:variant>
      <vt:variant>
        <vt:i4>5439545</vt:i4>
      </vt:variant>
      <vt:variant>
        <vt:i4>63</vt:i4>
      </vt:variant>
      <vt:variant>
        <vt:i4>0</vt:i4>
      </vt:variant>
      <vt:variant>
        <vt:i4>5</vt:i4>
      </vt:variant>
      <vt:variant>
        <vt:lpwstr>mailto:helpdesk@centrix.com.au</vt:lpwstr>
      </vt:variant>
      <vt:variant>
        <vt:lpwstr/>
      </vt:variant>
      <vt:variant>
        <vt:i4>1769525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_Toc216673683</vt:lpwstr>
      </vt:variant>
      <vt:variant>
        <vt:i4>1769525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_Toc216673682</vt:lpwstr>
      </vt:variant>
      <vt:variant>
        <vt:i4>1769525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_Toc216673681</vt:lpwstr>
      </vt:variant>
      <vt:variant>
        <vt:i4>1769525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_Toc216673680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_Toc216673679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_Toc216673678</vt:lpwstr>
      </vt:variant>
      <vt:variant>
        <vt:i4>1310773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_Toc216673677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_Toc216673676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_Toc216673675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_Toc216673674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Service Agreement</dc:title>
  <dc:creator/>
  <cp:lastModifiedBy>Majella Fernando</cp:lastModifiedBy>
  <cp:revision>5</cp:revision>
  <cp:lastPrinted>2007-12-06T05:51:00Z</cp:lastPrinted>
  <dcterms:created xsi:type="dcterms:W3CDTF">2025-02-05T23:01:00Z</dcterms:created>
  <dcterms:modified xsi:type="dcterms:W3CDTF">2025-02-05T23:05:00Z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Order">
    <vt:r8>37700</vt:r8>
  </property>
  <property fmtid="{D5CDD505-2E9C-101B-9397-08002B2CF9AE}" pid="4" name="MediaServiceImageTags">
    <vt:lpwstr/>
  </property>
</Properties>
</file>